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51F54" w14:textId="77777777" w:rsidR="00343B2C" w:rsidRPr="00A554C9" w:rsidRDefault="00B97DA0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A554C9">
        <w:rPr>
          <w:rFonts w:ascii="Times New Roman" w:hAnsi="Times New Roman"/>
          <w:bCs/>
          <w:i/>
          <w:sz w:val="24"/>
          <w:szCs w:val="24"/>
        </w:rPr>
        <w:t>Załącznik nr 1.5 do Zarządzenia Rektora UR  nr 12/2019</w:t>
      </w:r>
    </w:p>
    <w:p w14:paraId="75AFBEAA" w14:textId="77777777" w:rsidR="00343B2C" w:rsidRPr="00A554C9" w:rsidRDefault="00B97DA0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A554C9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72328833" w14:textId="77777777" w:rsidR="00343B2C" w:rsidRPr="00A554C9" w:rsidRDefault="00B97DA0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A554C9">
        <w:rPr>
          <w:rFonts w:ascii="Times New Roman" w:hAnsi="Times New Roman"/>
          <w:b/>
          <w:smallCaps/>
          <w:sz w:val="24"/>
          <w:szCs w:val="24"/>
        </w:rPr>
        <w:t xml:space="preserve">dotyczy cyklu kształcenia </w:t>
      </w:r>
      <w:r w:rsidRPr="00A554C9">
        <w:rPr>
          <w:rFonts w:ascii="Times New Roman" w:hAnsi="Times New Roman"/>
          <w:i/>
          <w:smallCaps/>
          <w:sz w:val="24"/>
          <w:szCs w:val="24"/>
        </w:rPr>
        <w:t>2023-2028</w:t>
      </w:r>
      <w:r w:rsidRPr="00A554C9">
        <w:rPr>
          <w:rFonts w:ascii="Times New Roman" w:hAnsi="Times New Roman"/>
          <w:b/>
          <w:smallCaps/>
          <w:sz w:val="24"/>
          <w:szCs w:val="24"/>
        </w:rPr>
        <w:t xml:space="preserve"> </w:t>
      </w:r>
    </w:p>
    <w:p w14:paraId="17A003E4" w14:textId="77777777" w:rsidR="00343B2C" w:rsidRPr="00A554C9" w:rsidRDefault="00B97DA0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A554C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A554C9">
        <w:rPr>
          <w:rFonts w:ascii="Times New Roman" w:hAnsi="Times New Roman"/>
          <w:sz w:val="24"/>
          <w:szCs w:val="24"/>
        </w:rPr>
        <w:t>)</w:t>
      </w:r>
    </w:p>
    <w:p w14:paraId="70C202F0" w14:textId="77777777" w:rsidR="00343B2C" w:rsidRPr="00A554C9" w:rsidRDefault="00B97DA0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A554C9">
        <w:rPr>
          <w:rFonts w:ascii="Times New Roman" w:hAnsi="Times New Roman"/>
          <w:sz w:val="24"/>
          <w:szCs w:val="24"/>
        </w:rPr>
        <w:tab/>
      </w:r>
      <w:r w:rsidRPr="00A554C9">
        <w:rPr>
          <w:rFonts w:ascii="Times New Roman" w:hAnsi="Times New Roman"/>
          <w:sz w:val="24"/>
          <w:szCs w:val="24"/>
        </w:rPr>
        <w:tab/>
      </w:r>
      <w:r w:rsidRPr="00A554C9">
        <w:rPr>
          <w:rFonts w:ascii="Times New Roman" w:hAnsi="Times New Roman"/>
          <w:sz w:val="24"/>
          <w:szCs w:val="24"/>
        </w:rPr>
        <w:tab/>
      </w:r>
      <w:r w:rsidRPr="00A554C9">
        <w:rPr>
          <w:rFonts w:ascii="Times New Roman" w:hAnsi="Times New Roman"/>
          <w:sz w:val="24"/>
          <w:szCs w:val="24"/>
        </w:rPr>
        <w:tab/>
        <w:t>Rok akademicki   2027-2028</w:t>
      </w:r>
    </w:p>
    <w:p w14:paraId="5DF7AB78" w14:textId="77777777" w:rsidR="00343B2C" w:rsidRPr="00A554C9" w:rsidRDefault="00343B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7A0539" w14:textId="77777777" w:rsidR="00343B2C" w:rsidRPr="00A554C9" w:rsidRDefault="00B97DA0">
      <w:pPr>
        <w:pStyle w:val="Punktygwne"/>
        <w:spacing w:before="0" w:after="0"/>
        <w:rPr>
          <w:color w:val="0070C0"/>
          <w:szCs w:val="24"/>
        </w:rPr>
      </w:pPr>
      <w:r w:rsidRPr="00A554C9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3B2C" w:rsidRPr="00A554C9" w14:paraId="32C8F2A7" w14:textId="77777777">
        <w:tc>
          <w:tcPr>
            <w:tcW w:w="2694" w:type="dxa"/>
            <w:vAlign w:val="center"/>
          </w:tcPr>
          <w:p w14:paraId="4126FB07" w14:textId="77777777" w:rsidR="00343B2C" w:rsidRPr="00A554C9" w:rsidRDefault="00B97DA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54C9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79128A" w14:textId="1C697EC4" w:rsidR="00343B2C" w:rsidRPr="00AB3DA8" w:rsidRDefault="005508F8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AB3DA8">
              <w:rPr>
                <w:bCs/>
                <w:sz w:val="24"/>
                <w:szCs w:val="24"/>
              </w:rPr>
              <w:t>S</w:t>
            </w:r>
            <w:r w:rsidR="00B97DA0" w:rsidRPr="00AB3DA8">
              <w:rPr>
                <w:bCs/>
                <w:sz w:val="24"/>
                <w:szCs w:val="24"/>
              </w:rPr>
              <w:t xml:space="preserve">pektrum autyzmu w ujęciu </w:t>
            </w:r>
            <w:r w:rsidRPr="00AB3DA8">
              <w:rPr>
                <w:bCs/>
                <w:sz w:val="24"/>
                <w:szCs w:val="24"/>
              </w:rPr>
              <w:t>systemowym</w:t>
            </w:r>
          </w:p>
        </w:tc>
      </w:tr>
      <w:tr w:rsidR="00343B2C" w:rsidRPr="00A554C9" w14:paraId="03C528B6" w14:textId="77777777">
        <w:tc>
          <w:tcPr>
            <w:tcW w:w="2694" w:type="dxa"/>
            <w:vAlign w:val="center"/>
          </w:tcPr>
          <w:p w14:paraId="6211C52F" w14:textId="77777777" w:rsidR="00343B2C" w:rsidRPr="00A554C9" w:rsidRDefault="00B97DA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54C9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C69814" w14:textId="77777777" w:rsidR="00343B2C" w:rsidRPr="00A554C9" w:rsidRDefault="00343B2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343B2C" w:rsidRPr="00A554C9" w14:paraId="4A8B5900" w14:textId="77777777">
        <w:tc>
          <w:tcPr>
            <w:tcW w:w="2694" w:type="dxa"/>
            <w:vAlign w:val="center"/>
          </w:tcPr>
          <w:p w14:paraId="3DB781BE" w14:textId="77777777" w:rsidR="00343B2C" w:rsidRPr="00A554C9" w:rsidRDefault="00B97DA0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A554C9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3F935A2" w14:textId="114395B6" w:rsidR="00343B2C" w:rsidRPr="00A554C9" w:rsidRDefault="00B97DA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554C9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343B2C" w:rsidRPr="00A554C9" w14:paraId="0187148A" w14:textId="77777777">
        <w:tc>
          <w:tcPr>
            <w:tcW w:w="2694" w:type="dxa"/>
            <w:vAlign w:val="center"/>
          </w:tcPr>
          <w:p w14:paraId="5EE223F9" w14:textId="77777777" w:rsidR="00343B2C" w:rsidRPr="00A554C9" w:rsidRDefault="00B97DA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54C9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8AF288" w14:textId="6E1721BA" w:rsidR="00343B2C" w:rsidRPr="00A554C9" w:rsidRDefault="005508F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343B2C" w:rsidRPr="00A554C9" w14:paraId="3A5D5C14" w14:textId="77777777">
        <w:tc>
          <w:tcPr>
            <w:tcW w:w="2694" w:type="dxa"/>
            <w:vAlign w:val="center"/>
          </w:tcPr>
          <w:p w14:paraId="362BB066" w14:textId="77777777" w:rsidR="00343B2C" w:rsidRPr="00A554C9" w:rsidRDefault="00B97DA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54C9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1B10B9" w14:textId="77777777" w:rsidR="00343B2C" w:rsidRPr="00A554C9" w:rsidRDefault="00B97DA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554C9">
              <w:rPr>
                <w:b w:val="0"/>
                <w:sz w:val="24"/>
                <w:szCs w:val="24"/>
              </w:rPr>
              <w:t>Psychologia</w:t>
            </w:r>
          </w:p>
        </w:tc>
      </w:tr>
      <w:tr w:rsidR="00343B2C" w:rsidRPr="00A554C9" w14:paraId="6F8C67FA" w14:textId="77777777">
        <w:tc>
          <w:tcPr>
            <w:tcW w:w="2694" w:type="dxa"/>
            <w:vAlign w:val="center"/>
          </w:tcPr>
          <w:p w14:paraId="2AA2410F" w14:textId="77777777" w:rsidR="00343B2C" w:rsidRPr="00A554C9" w:rsidRDefault="00B97DA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54C9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A6B577" w14:textId="77777777" w:rsidR="00343B2C" w:rsidRPr="00A554C9" w:rsidRDefault="00B97DA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554C9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343B2C" w:rsidRPr="00A554C9" w14:paraId="0E2365DF" w14:textId="77777777">
        <w:tc>
          <w:tcPr>
            <w:tcW w:w="2694" w:type="dxa"/>
            <w:vAlign w:val="center"/>
          </w:tcPr>
          <w:p w14:paraId="787DC22D" w14:textId="77777777" w:rsidR="00343B2C" w:rsidRPr="00A554C9" w:rsidRDefault="00B97DA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54C9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8F28F8" w14:textId="77777777" w:rsidR="00343B2C" w:rsidRPr="00A554C9" w:rsidRDefault="00B97DA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554C9">
              <w:rPr>
                <w:b w:val="0"/>
                <w:sz w:val="24"/>
                <w:szCs w:val="24"/>
              </w:rPr>
              <w:t>praktyczny</w:t>
            </w:r>
          </w:p>
        </w:tc>
      </w:tr>
      <w:tr w:rsidR="00343B2C" w:rsidRPr="00A554C9" w14:paraId="60BF8856" w14:textId="77777777">
        <w:tc>
          <w:tcPr>
            <w:tcW w:w="2694" w:type="dxa"/>
            <w:vAlign w:val="center"/>
          </w:tcPr>
          <w:p w14:paraId="7F07E331" w14:textId="77777777" w:rsidR="00343B2C" w:rsidRPr="00A554C9" w:rsidRDefault="00B97DA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54C9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A3BE11" w14:textId="77777777" w:rsidR="00343B2C" w:rsidRPr="00A554C9" w:rsidRDefault="00B97DA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554C9">
              <w:rPr>
                <w:b w:val="0"/>
                <w:sz w:val="24"/>
                <w:szCs w:val="24"/>
              </w:rPr>
              <w:t>stacjonarna</w:t>
            </w:r>
          </w:p>
        </w:tc>
      </w:tr>
      <w:tr w:rsidR="00343B2C" w:rsidRPr="00A554C9" w14:paraId="4A8E4E37" w14:textId="77777777">
        <w:tc>
          <w:tcPr>
            <w:tcW w:w="2694" w:type="dxa"/>
            <w:vAlign w:val="center"/>
          </w:tcPr>
          <w:p w14:paraId="2EDE3651" w14:textId="77777777" w:rsidR="00343B2C" w:rsidRPr="00A554C9" w:rsidRDefault="00B97DA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54C9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DD68A8F" w14:textId="6820D8CB" w:rsidR="00343B2C" w:rsidRPr="00A554C9" w:rsidRDefault="00B97DA0" w:rsidP="00702CE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554C9">
              <w:rPr>
                <w:b w:val="0"/>
                <w:sz w:val="24"/>
                <w:szCs w:val="24"/>
              </w:rPr>
              <w:t>V rok, semestr</w:t>
            </w:r>
            <w:r w:rsidR="00702CEF">
              <w:rPr>
                <w:b w:val="0"/>
                <w:sz w:val="24"/>
                <w:szCs w:val="24"/>
              </w:rPr>
              <w:t xml:space="preserve"> 9</w:t>
            </w:r>
          </w:p>
        </w:tc>
      </w:tr>
      <w:tr w:rsidR="00343B2C" w:rsidRPr="00A554C9" w14:paraId="7965D1ED" w14:textId="77777777">
        <w:tc>
          <w:tcPr>
            <w:tcW w:w="2694" w:type="dxa"/>
            <w:vAlign w:val="center"/>
          </w:tcPr>
          <w:p w14:paraId="505B6BA5" w14:textId="77777777" w:rsidR="00343B2C" w:rsidRPr="00A554C9" w:rsidRDefault="00B97DA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54C9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3D86B6" w14:textId="6A6D124A" w:rsidR="00343B2C" w:rsidRPr="00A554C9" w:rsidRDefault="00855A9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k</w:t>
            </w:r>
            <w:r w:rsidR="00EB1027">
              <w:rPr>
                <w:b w:val="0"/>
                <w:color w:val="auto"/>
                <w:sz w:val="24"/>
                <w:szCs w:val="24"/>
              </w:rPr>
              <w:t>ształcenia specjalnościowego</w:t>
            </w:r>
          </w:p>
        </w:tc>
      </w:tr>
      <w:tr w:rsidR="00343B2C" w:rsidRPr="00A554C9" w14:paraId="29D02401" w14:textId="77777777">
        <w:tc>
          <w:tcPr>
            <w:tcW w:w="2694" w:type="dxa"/>
            <w:vAlign w:val="center"/>
          </w:tcPr>
          <w:p w14:paraId="52335AD2" w14:textId="77777777" w:rsidR="00343B2C" w:rsidRPr="00A554C9" w:rsidRDefault="00B97DA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54C9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300F85" w14:textId="77777777" w:rsidR="00343B2C" w:rsidRPr="00A554C9" w:rsidRDefault="00B97DA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554C9">
              <w:rPr>
                <w:b w:val="0"/>
                <w:sz w:val="24"/>
                <w:szCs w:val="24"/>
              </w:rPr>
              <w:t>polski</w:t>
            </w:r>
          </w:p>
        </w:tc>
      </w:tr>
      <w:tr w:rsidR="00343B2C" w:rsidRPr="00A554C9" w14:paraId="7C50D4B9" w14:textId="77777777">
        <w:tc>
          <w:tcPr>
            <w:tcW w:w="2694" w:type="dxa"/>
            <w:vAlign w:val="center"/>
          </w:tcPr>
          <w:p w14:paraId="3102072B" w14:textId="77777777" w:rsidR="00343B2C" w:rsidRPr="00A554C9" w:rsidRDefault="00B97DA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54C9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D9B711" w14:textId="5A97358E" w:rsidR="00343B2C" w:rsidRPr="00A554C9" w:rsidRDefault="00FD76B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Tomasz Gosztyła</w:t>
            </w:r>
          </w:p>
        </w:tc>
      </w:tr>
      <w:tr w:rsidR="00343B2C" w:rsidRPr="00A554C9" w14:paraId="7CFB1F2A" w14:textId="77777777">
        <w:tc>
          <w:tcPr>
            <w:tcW w:w="2694" w:type="dxa"/>
            <w:vAlign w:val="center"/>
          </w:tcPr>
          <w:p w14:paraId="43FDBD56" w14:textId="77777777" w:rsidR="00343B2C" w:rsidRPr="00A554C9" w:rsidRDefault="00B97DA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54C9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555718" w14:textId="74814102" w:rsidR="00343B2C" w:rsidRPr="00A554C9" w:rsidRDefault="006F649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554C9">
              <w:rPr>
                <w:b w:val="0"/>
                <w:sz w:val="24"/>
                <w:szCs w:val="24"/>
              </w:rPr>
              <w:t>mgr Joanna Fularz</w:t>
            </w:r>
          </w:p>
        </w:tc>
      </w:tr>
    </w:tbl>
    <w:p w14:paraId="48E77A61" w14:textId="77777777" w:rsidR="00343B2C" w:rsidRPr="00A554C9" w:rsidRDefault="00B97DA0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A554C9">
        <w:rPr>
          <w:sz w:val="24"/>
          <w:szCs w:val="24"/>
        </w:rPr>
        <w:t xml:space="preserve">* </w:t>
      </w:r>
      <w:r w:rsidRPr="00A554C9">
        <w:rPr>
          <w:i/>
          <w:sz w:val="24"/>
          <w:szCs w:val="24"/>
        </w:rPr>
        <w:t>-</w:t>
      </w:r>
      <w:r w:rsidRPr="00A554C9">
        <w:rPr>
          <w:b w:val="0"/>
          <w:i/>
          <w:sz w:val="24"/>
          <w:szCs w:val="24"/>
        </w:rPr>
        <w:t>opcjonalni</w:t>
      </w:r>
      <w:r w:rsidRPr="00A554C9">
        <w:rPr>
          <w:b w:val="0"/>
          <w:sz w:val="24"/>
          <w:szCs w:val="24"/>
        </w:rPr>
        <w:t>e,</w:t>
      </w:r>
      <w:r w:rsidRPr="00A554C9">
        <w:rPr>
          <w:i/>
          <w:sz w:val="24"/>
          <w:szCs w:val="24"/>
        </w:rPr>
        <w:t xml:space="preserve"> </w:t>
      </w:r>
      <w:r w:rsidRPr="00A554C9">
        <w:rPr>
          <w:b w:val="0"/>
          <w:i/>
          <w:sz w:val="24"/>
          <w:szCs w:val="24"/>
        </w:rPr>
        <w:t>zgodnie z ustaleniami w Jednostce</w:t>
      </w:r>
    </w:p>
    <w:p w14:paraId="734EB945" w14:textId="77777777" w:rsidR="00343B2C" w:rsidRPr="00A554C9" w:rsidRDefault="00343B2C">
      <w:pPr>
        <w:pStyle w:val="Podpunkty"/>
        <w:ind w:left="0"/>
        <w:rPr>
          <w:sz w:val="24"/>
          <w:szCs w:val="24"/>
        </w:rPr>
      </w:pPr>
    </w:p>
    <w:p w14:paraId="2E268AB2" w14:textId="77777777" w:rsidR="00343B2C" w:rsidRPr="00A554C9" w:rsidRDefault="00B97DA0">
      <w:pPr>
        <w:pStyle w:val="Podpunkty"/>
        <w:ind w:left="284"/>
        <w:rPr>
          <w:sz w:val="24"/>
          <w:szCs w:val="24"/>
        </w:rPr>
      </w:pPr>
      <w:r w:rsidRPr="00A554C9">
        <w:rPr>
          <w:sz w:val="24"/>
          <w:szCs w:val="24"/>
        </w:rPr>
        <w:t xml:space="preserve">1.1.Formy zajęć dydaktycznych, wymiar godzin i punktów ECTS </w:t>
      </w:r>
    </w:p>
    <w:p w14:paraId="17A3A79B" w14:textId="77777777" w:rsidR="00343B2C" w:rsidRPr="00A554C9" w:rsidRDefault="00343B2C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0"/>
        <w:gridCol w:w="770"/>
        <w:gridCol w:w="863"/>
        <w:gridCol w:w="787"/>
        <w:gridCol w:w="812"/>
        <w:gridCol w:w="737"/>
        <w:gridCol w:w="936"/>
        <w:gridCol w:w="1330"/>
        <w:gridCol w:w="1446"/>
      </w:tblGrid>
      <w:tr w:rsidR="00343B2C" w:rsidRPr="00A554C9" w14:paraId="6529998C" w14:textId="7777777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B015" w14:textId="77777777" w:rsidR="00343B2C" w:rsidRPr="00A554C9" w:rsidRDefault="00B97DA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554C9">
              <w:rPr>
                <w:szCs w:val="24"/>
              </w:rPr>
              <w:t>Semestr</w:t>
            </w:r>
          </w:p>
          <w:p w14:paraId="4AAD2079" w14:textId="77777777" w:rsidR="00343B2C" w:rsidRPr="00A554C9" w:rsidRDefault="00B97DA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554C9">
              <w:rPr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8BC2" w14:textId="77777777" w:rsidR="00343B2C" w:rsidRPr="00A554C9" w:rsidRDefault="00B97DA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554C9">
              <w:rPr>
                <w:szCs w:val="24"/>
              </w:rPr>
              <w:t>Wykł.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8E75" w14:textId="77777777" w:rsidR="00343B2C" w:rsidRPr="00A554C9" w:rsidRDefault="00B97DA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554C9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6F772" w14:textId="77777777" w:rsidR="00343B2C" w:rsidRPr="00A554C9" w:rsidRDefault="00B97DA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554C9">
              <w:rPr>
                <w:szCs w:val="24"/>
              </w:rPr>
              <w:t>Konw.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9B32" w14:textId="77777777" w:rsidR="00343B2C" w:rsidRPr="00A554C9" w:rsidRDefault="00B97DA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554C9">
              <w:rPr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8B48" w14:textId="77777777" w:rsidR="00343B2C" w:rsidRPr="00A554C9" w:rsidRDefault="00B97DA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554C9">
              <w:rPr>
                <w:szCs w:val="24"/>
              </w:rPr>
              <w:t>Sem.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12E3" w14:textId="77777777" w:rsidR="00343B2C" w:rsidRPr="00A554C9" w:rsidRDefault="00B97DA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554C9">
              <w:rPr>
                <w:szCs w:val="24"/>
              </w:rPr>
              <w:t>ZP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5E1E" w14:textId="77777777" w:rsidR="00343B2C" w:rsidRPr="00A554C9" w:rsidRDefault="00B97DA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554C9">
              <w:rPr>
                <w:szCs w:val="24"/>
              </w:rPr>
              <w:t>Prakt.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5B99" w14:textId="0B96D38A" w:rsidR="00343B2C" w:rsidRPr="00A554C9" w:rsidRDefault="00B97DA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554C9">
              <w:rPr>
                <w:szCs w:val="24"/>
              </w:rPr>
              <w:t>Inne (</w:t>
            </w:r>
            <w:r w:rsidR="004D1B3C">
              <w:rPr>
                <w:szCs w:val="24"/>
              </w:rPr>
              <w:t>jakie?</w:t>
            </w:r>
            <w:r w:rsidRPr="00A554C9">
              <w:rPr>
                <w:szCs w:val="24"/>
              </w:rPr>
              <w:t>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C6FD" w14:textId="77777777" w:rsidR="00343B2C" w:rsidRPr="00A554C9" w:rsidRDefault="00B97DA0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A554C9">
              <w:rPr>
                <w:b/>
                <w:szCs w:val="24"/>
              </w:rPr>
              <w:t>Liczba pkt. ECTS</w:t>
            </w:r>
          </w:p>
        </w:tc>
      </w:tr>
      <w:tr w:rsidR="00343B2C" w:rsidRPr="00A554C9" w14:paraId="791B24B7" w14:textId="77777777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6E33" w14:textId="18109459" w:rsidR="00343B2C" w:rsidRPr="00A554C9" w:rsidRDefault="00AB3DA8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41F1" w14:textId="77777777" w:rsidR="00343B2C" w:rsidRPr="00A554C9" w:rsidRDefault="00B97DA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554C9">
              <w:rPr>
                <w:sz w:val="24"/>
                <w:szCs w:val="24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82DB" w14:textId="21F8A238" w:rsidR="00343B2C" w:rsidRPr="00A554C9" w:rsidRDefault="004D1B3C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F043" w14:textId="77777777" w:rsidR="00343B2C" w:rsidRPr="00A554C9" w:rsidRDefault="00B97DA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554C9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18F9" w14:textId="77777777" w:rsidR="00343B2C" w:rsidRPr="00A554C9" w:rsidRDefault="00B97DA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554C9"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F21A" w14:textId="77777777" w:rsidR="00343B2C" w:rsidRPr="00A554C9" w:rsidRDefault="00B97DA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554C9">
              <w:rPr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D3FE" w14:textId="77777777" w:rsidR="00343B2C" w:rsidRPr="00A554C9" w:rsidRDefault="00B97DA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554C9">
              <w:rPr>
                <w:sz w:val="24"/>
                <w:szCs w:val="24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9D8E" w14:textId="77777777" w:rsidR="00343B2C" w:rsidRPr="00A554C9" w:rsidRDefault="00B97DA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554C9">
              <w:rPr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01D0" w14:textId="28B1BF26" w:rsidR="00343B2C" w:rsidRPr="00A554C9" w:rsidRDefault="004D1B3C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6F5E" w14:textId="2EC9C87C" w:rsidR="00343B2C" w:rsidRPr="00A554C9" w:rsidRDefault="001567B9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215C69D5" w14:textId="77777777" w:rsidR="00343B2C" w:rsidRPr="00A554C9" w:rsidRDefault="00343B2C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7154D2D6" w14:textId="77777777" w:rsidR="00343B2C" w:rsidRPr="00A554C9" w:rsidRDefault="00343B2C">
      <w:pPr>
        <w:pStyle w:val="Podpunkty"/>
        <w:rPr>
          <w:b w:val="0"/>
          <w:sz w:val="24"/>
          <w:szCs w:val="24"/>
          <w:lang w:eastAsia="en-US"/>
        </w:rPr>
      </w:pPr>
    </w:p>
    <w:p w14:paraId="5E29605D" w14:textId="77777777" w:rsidR="00343B2C" w:rsidRPr="00A554C9" w:rsidRDefault="00B97DA0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A554C9">
        <w:rPr>
          <w:smallCaps w:val="0"/>
          <w:szCs w:val="24"/>
        </w:rPr>
        <w:t>1.2.</w:t>
      </w:r>
      <w:r w:rsidRPr="00A554C9">
        <w:rPr>
          <w:smallCaps w:val="0"/>
          <w:szCs w:val="24"/>
        </w:rPr>
        <w:tab/>
        <w:t xml:space="preserve">Sposób realizacji zajęć  </w:t>
      </w:r>
    </w:p>
    <w:p w14:paraId="7462BD1A" w14:textId="12A2F017" w:rsidR="00343B2C" w:rsidRPr="00D95DAA" w:rsidRDefault="00D95DAA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D95DAA">
        <w:rPr>
          <w:rFonts w:eastAsia="MS Gothic"/>
          <w:b w:val="0"/>
          <w:szCs w:val="24"/>
          <w:u w:val="single"/>
        </w:rPr>
        <w:t>X</w:t>
      </w:r>
      <w:r w:rsidR="00B97DA0" w:rsidRPr="00D95DAA">
        <w:rPr>
          <w:b w:val="0"/>
          <w:smallCaps w:val="0"/>
          <w:szCs w:val="24"/>
          <w:u w:val="single"/>
        </w:rPr>
        <w:t xml:space="preserve"> zajęcia w formie tradycyjnej </w:t>
      </w:r>
    </w:p>
    <w:p w14:paraId="0AFD8F2D" w14:textId="77777777" w:rsidR="00343B2C" w:rsidRPr="00A554C9" w:rsidRDefault="00B97DA0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A554C9">
        <w:rPr>
          <w:rFonts w:ascii="Segoe UI Symbol" w:eastAsia="MS Gothic" w:hAnsi="Segoe UI Symbol" w:cs="Segoe UI Symbol"/>
          <w:b w:val="0"/>
          <w:szCs w:val="24"/>
        </w:rPr>
        <w:t>☐</w:t>
      </w:r>
      <w:r w:rsidRPr="00A554C9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6A6739" w14:textId="77777777" w:rsidR="00343B2C" w:rsidRPr="00A554C9" w:rsidRDefault="00343B2C">
      <w:pPr>
        <w:pStyle w:val="Punktygwne"/>
        <w:spacing w:before="0" w:after="0"/>
        <w:rPr>
          <w:smallCaps w:val="0"/>
          <w:szCs w:val="24"/>
        </w:rPr>
      </w:pPr>
    </w:p>
    <w:p w14:paraId="5906C02F" w14:textId="77777777" w:rsidR="00343B2C" w:rsidRPr="00A554C9" w:rsidRDefault="00B97DA0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A554C9">
        <w:rPr>
          <w:smallCaps w:val="0"/>
          <w:szCs w:val="24"/>
        </w:rPr>
        <w:t xml:space="preserve">1.3 </w:t>
      </w:r>
      <w:r w:rsidRPr="00A554C9">
        <w:rPr>
          <w:smallCaps w:val="0"/>
          <w:szCs w:val="24"/>
        </w:rPr>
        <w:tab/>
        <w:t xml:space="preserve">Forma zaliczenia przedmiotu  (z toku): </w:t>
      </w:r>
      <w:r w:rsidRPr="00A554C9">
        <w:rPr>
          <w:b w:val="0"/>
          <w:smallCaps w:val="0"/>
          <w:szCs w:val="24"/>
        </w:rPr>
        <w:t>zaliczenie z oceną</w:t>
      </w:r>
    </w:p>
    <w:p w14:paraId="7307BA0A" w14:textId="77777777" w:rsidR="00343B2C" w:rsidRPr="00A554C9" w:rsidRDefault="00343B2C">
      <w:pPr>
        <w:pStyle w:val="Punktygwne"/>
        <w:spacing w:before="0" w:after="0"/>
        <w:rPr>
          <w:b w:val="0"/>
          <w:szCs w:val="24"/>
        </w:rPr>
      </w:pPr>
    </w:p>
    <w:p w14:paraId="0A791237" w14:textId="77777777" w:rsidR="00343B2C" w:rsidRPr="00A554C9" w:rsidRDefault="00343B2C">
      <w:pPr>
        <w:pStyle w:val="Punktygwne"/>
        <w:spacing w:before="0" w:after="0"/>
        <w:rPr>
          <w:b w:val="0"/>
          <w:szCs w:val="24"/>
        </w:rPr>
      </w:pPr>
    </w:p>
    <w:p w14:paraId="61BC6FC4" w14:textId="77777777" w:rsidR="00343B2C" w:rsidRPr="00A554C9" w:rsidRDefault="00B97DA0">
      <w:pPr>
        <w:pStyle w:val="Punktygwne"/>
        <w:spacing w:before="0" w:after="0"/>
        <w:rPr>
          <w:szCs w:val="24"/>
        </w:rPr>
      </w:pPr>
      <w:r w:rsidRPr="00A554C9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43B2C" w:rsidRPr="00A554C9" w14:paraId="3A3D2D41" w14:textId="77777777">
        <w:tc>
          <w:tcPr>
            <w:tcW w:w="9670" w:type="dxa"/>
          </w:tcPr>
          <w:p w14:paraId="6C5955CB" w14:textId="5C567402" w:rsidR="00343B2C" w:rsidRPr="00A554C9" w:rsidRDefault="00E6612D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A554C9">
              <w:rPr>
                <w:b w:val="0"/>
                <w:smallCaps w:val="0"/>
                <w:color w:val="000000"/>
                <w:szCs w:val="24"/>
              </w:rPr>
              <w:t xml:space="preserve">Zaliczenie przedmiotów: Psychologia rozwoju człowieka, Psychologia kliniczna dzieci i młodzieży, </w:t>
            </w:r>
            <w:r w:rsidR="00F0713A">
              <w:rPr>
                <w:b w:val="0"/>
                <w:smallCaps w:val="0"/>
                <w:color w:val="000000"/>
                <w:szCs w:val="24"/>
              </w:rPr>
              <w:t>D</w:t>
            </w:r>
            <w:r w:rsidRPr="00A554C9">
              <w:rPr>
                <w:b w:val="0"/>
                <w:smallCaps w:val="0"/>
                <w:color w:val="000000"/>
                <w:szCs w:val="24"/>
              </w:rPr>
              <w:t>iagnoza rozwoju dzieci</w:t>
            </w:r>
          </w:p>
        </w:tc>
      </w:tr>
    </w:tbl>
    <w:p w14:paraId="57FDEEA7" w14:textId="77777777" w:rsidR="00343B2C" w:rsidRPr="00A554C9" w:rsidRDefault="00343B2C">
      <w:pPr>
        <w:pStyle w:val="Punktygwne"/>
        <w:spacing w:before="0" w:after="0"/>
        <w:rPr>
          <w:szCs w:val="24"/>
        </w:rPr>
      </w:pPr>
    </w:p>
    <w:p w14:paraId="43B966EB" w14:textId="77777777" w:rsidR="00343B2C" w:rsidRPr="00A554C9" w:rsidRDefault="00B97DA0">
      <w:pPr>
        <w:pStyle w:val="Punktygwne"/>
        <w:spacing w:before="0" w:after="0"/>
        <w:rPr>
          <w:szCs w:val="24"/>
        </w:rPr>
      </w:pPr>
      <w:r w:rsidRPr="00A554C9">
        <w:rPr>
          <w:szCs w:val="24"/>
        </w:rPr>
        <w:t>3. cele, efekty uczenia się , treści Programowe i stosowane metody Dydaktyczne</w:t>
      </w:r>
    </w:p>
    <w:p w14:paraId="3AAE0E94" w14:textId="77777777" w:rsidR="00343B2C" w:rsidRPr="00A554C9" w:rsidRDefault="00343B2C">
      <w:pPr>
        <w:pStyle w:val="Punktygwne"/>
        <w:spacing w:before="0" w:after="0"/>
        <w:rPr>
          <w:szCs w:val="24"/>
        </w:rPr>
      </w:pPr>
    </w:p>
    <w:p w14:paraId="42720900" w14:textId="77777777" w:rsidR="00343B2C" w:rsidRPr="00A554C9" w:rsidRDefault="00B97DA0">
      <w:pPr>
        <w:pStyle w:val="Podpunkty"/>
        <w:rPr>
          <w:sz w:val="24"/>
          <w:szCs w:val="24"/>
        </w:rPr>
      </w:pPr>
      <w:r w:rsidRPr="00A554C9">
        <w:rPr>
          <w:sz w:val="24"/>
          <w:szCs w:val="24"/>
        </w:rPr>
        <w:t>3.1 Cele przedmiotu</w:t>
      </w:r>
    </w:p>
    <w:p w14:paraId="2BD0188C" w14:textId="77777777" w:rsidR="00343B2C" w:rsidRPr="00A554C9" w:rsidRDefault="00343B2C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343B2C" w:rsidRPr="00A554C9" w14:paraId="33807CC5" w14:textId="77777777">
        <w:tc>
          <w:tcPr>
            <w:tcW w:w="851" w:type="dxa"/>
            <w:vAlign w:val="center"/>
          </w:tcPr>
          <w:p w14:paraId="694A7AA3" w14:textId="77777777" w:rsidR="00343B2C" w:rsidRPr="00A554C9" w:rsidRDefault="00B97DA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554C9">
              <w:rPr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694FBFDD" w14:textId="243076BA" w:rsidR="00343B2C" w:rsidRPr="00A554C9" w:rsidRDefault="00B97DA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554C9">
              <w:rPr>
                <w:b w:val="0"/>
                <w:sz w:val="24"/>
                <w:szCs w:val="24"/>
              </w:rPr>
              <w:t xml:space="preserve">Student pozna specyfikę funkcjonowania </w:t>
            </w:r>
            <w:r w:rsidR="00913356">
              <w:rPr>
                <w:b w:val="0"/>
                <w:sz w:val="24"/>
                <w:szCs w:val="24"/>
              </w:rPr>
              <w:t>osób</w:t>
            </w:r>
            <w:r w:rsidRPr="00A554C9">
              <w:rPr>
                <w:b w:val="0"/>
                <w:sz w:val="24"/>
                <w:szCs w:val="24"/>
              </w:rPr>
              <w:t xml:space="preserve"> z zaburzeniami ze spektrum autyzmu z uwzględni</w:t>
            </w:r>
            <w:r w:rsidR="00EB2712">
              <w:rPr>
                <w:b w:val="0"/>
                <w:sz w:val="24"/>
                <w:szCs w:val="24"/>
              </w:rPr>
              <w:t>e</w:t>
            </w:r>
            <w:r w:rsidRPr="00A554C9">
              <w:rPr>
                <w:b w:val="0"/>
                <w:sz w:val="24"/>
                <w:szCs w:val="24"/>
              </w:rPr>
              <w:t>niem wieku</w:t>
            </w:r>
            <w:r w:rsidR="00EB2712">
              <w:rPr>
                <w:b w:val="0"/>
                <w:sz w:val="24"/>
                <w:szCs w:val="24"/>
              </w:rPr>
              <w:t>, płci i kontekstu środowisk</w:t>
            </w:r>
            <w:r w:rsidR="00F0713A">
              <w:rPr>
                <w:b w:val="0"/>
                <w:sz w:val="24"/>
                <w:szCs w:val="24"/>
              </w:rPr>
              <w:t>a społecznego</w:t>
            </w:r>
            <w:r w:rsidRPr="00A554C9">
              <w:rPr>
                <w:b w:val="0"/>
                <w:sz w:val="24"/>
                <w:szCs w:val="24"/>
              </w:rPr>
              <w:t>.</w:t>
            </w:r>
          </w:p>
        </w:tc>
      </w:tr>
      <w:tr w:rsidR="00343B2C" w:rsidRPr="00A554C9" w14:paraId="0318AE45" w14:textId="77777777">
        <w:tc>
          <w:tcPr>
            <w:tcW w:w="851" w:type="dxa"/>
            <w:vAlign w:val="center"/>
          </w:tcPr>
          <w:p w14:paraId="633F523A" w14:textId="77777777" w:rsidR="00343B2C" w:rsidRPr="00A554C9" w:rsidRDefault="00B97DA0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A554C9">
              <w:rPr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4271E9" w14:textId="12F78554" w:rsidR="00343B2C" w:rsidRPr="00A554C9" w:rsidRDefault="00B97DA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554C9">
              <w:rPr>
                <w:b w:val="0"/>
                <w:sz w:val="24"/>
                <w:szCs w:val="24"/>
              </w:rPr>
              <w:t>Student będzie potrafił określić i zaplanować pomoc dla osoby z</w:t>
            </w:r>
            <w:r w:rsidR="00913356">
              <w:rPr>
                <w:b w:val="0"/>
                <w:sz w:val="24"/>
                <w:szCs w:val="24"/>
              </w:rPr>
              <w:t>e spektrum autyzmu</w:t>
            </w:r>
            <w:r w:rsidRPr="00A554C9">
              <w:rPr>
                <w:b w:val="0"/>
                <w:sz w:val="24"/>
                <w:szCs w:val="24"/>
              </w:rPr>
              <w:t xml:space="preserve"> z uwzględnieniem </w:t>
            </w:r>
            <w:r w:rsidR="00913356">
              <w:rPr>
                <w:b w:val="0"/>
                <w:sz w:val="24"/>
                <w:szCs w:val="24"/>
              </w:rPr>
              <w:t xml:space="preserve">jej </w:t>
            </w:r>
            <w:r w:rsidRPr="00A554C9">
              <w:rPr>
                <w:b w:val="0"/>
                <w:sz w:val="24"/>
                <w:szCs w:val="24"/>
              </w:rPr>
              <w:t>indywidualnych potrzeb</w:t>
            </w:r>
            <w:r w:rsidR="00913356">
              <w:rPr>
                <w:b w:val="0"/>
                <w:sz w:val="24"/>
                <w:szCs w:val="24"/>
              </w:rPr>
              <w:t xml:space="preserve"> </w:t>
            </w:r>
            <w:r w:rsidR="00F0713A">
              <w:rPr>
                <w:b w:val="0"/>
                <w:sz w:val="24"/>
                <w:szCs w:val="24"/>
              </w:rPr>
              <w:t>oraz</w:t>
            </w:r>
            <w:r w:rsidR="00913356">
              <w:rPr>
                <w:b w:val="0"/>
                <w:sz w:val="24"/>
                <w:szCs w:val="24"/>
              </w:rPr>
              <w:t xml:space="preserve"> konkretnego środowiska</w:t>
            </w:r>
            <w:r w:rsidR="00F0713A">
              <w:rPr>
                <w:b w:val="0"/>
                <w:sz w:val="24"/>
                <w:szCs w:val="24"/>
              </w:rPr>
              <w:t>, w jakim funkcjonuje</w:t>
            </w:r>
            <w:r w:rsidRPr="00A554C9">
              <w:rPr>
                <w:b w:val="0"/>
                <w:sz w:val="24"/>
                <w:szCs w:val="24"/>
              </w:rPr>
              <w:t>.</w:t>
            </w:r>
          </w:p>
        </w:tc>
      </w:tr>
      <w:tr w:rsidR="00343B2C" w:rsidRPr="00A554C9" w14:paraId="346B0ABA" w14:textId="77777777">
        <w:tc>
          <w:tcPr>
            <w:tcW w:w="851" w:type="dxa"/>
            <w:vAlign w:val="center"/>
          </w:tcPr>
          <w:p w14:paraId="64E25080" w14:textId="77777777" w:rsidR="00343B2C" w:rsidRPr="00A554C9" w:rsidRDefault="00B97DA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554C9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9372A9F" w14:textId="3CC29C91" w:rsidR="00343B2C" w:rsidRPr="00A554C9" w:rsidRDefault="00B97DA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554C9">
              <w:rPr>
                <w:b w:val="0"/>
                <w:sz w:val="24"/>
                <w:szCs w:val="24"/>
              </w:rPr>
              <w:t>Student będzie posiadał podstawowe umiejętności</w:t>
            </w:r>
            <w:r w:rsidR="00101D8F">
              <w:rPr>
                <w:b w:val="0"/>
                <w:sz w:val="24"/>
                <w:szCs w:val="24"/>
              </w:rPr>
              <w:t xml:space="preserve"> i kompetencje społeczne</w:t>
            </w:r>
            <w:r w:rsidR="00F0713A">
              <w:rPr>
                <w:b w:val="0"/>
                <w:sz w:val="24"/>
                <w:szCs w:val="24"/>
              </w:rPr>
              <w:t>,</w:t>
            </w:r>
            <w:r w:rsidR="00101D8F">
              <w:rPr>
                <w:b w:val="0"/>
                <w:sz w:val="24"/>
                <w:szCs w:val="24"/>
              </w:rPr>
              <w:t xml:space="preserve"> wymagane podczas</w:t>
            </w:r>
            <w:r w:rsidRPr="00A554C9">
              <w:rPr>
                <w:b w:val="0"/>
                <w:sz w:val="24"/>
                <w:szCs w:val="24"/>
              </w:rPr>
              <w:t xml:space="preserve"> pracy i wspierania </w:t>
            </w:r>
            <w:r w:rsidR="00913356">
              <w:rPr>
                <w:b w:val="0"/>
                <w:sz w:val="24"/>
                <w:szCs w:val="24"/>
              </w:rPr>
              <w:t>osób ze spektrum autyzmu</w:t>
            </w:r>
            <w:r w:rsidRPr="00A554C9">
              <w:rPr>
                <w:b w:val="0"/>
                <w:sz w:val="24"/>
                <w:szCs w:val="24"/>
              </w:rPr>
              <w:t>.</w:t>
            </w:r>
          </w:p>
        </w:tc>
      </w:tr>
    </w:tbl>
    <w:p w14:paraId="098749CE" w14:textId="77777777" w:rsidR="00343B2C" w:rsidRPr="00A554C9" w:rsidRDefault="00343B2C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26271B36" w14:textId="1316B544" w:rsidR="00343B2C" w:rsidRPr="00A554C9" w:rsidRDefault="00B97DA0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A554C9">
        <w:rPr>
          <w:rFonts w:ascii="Times New Roman" w:hAnsi="Times New Roman"/>
          <w:b/>
          <w:sz w:val="24"/>
          <w:szCs w:val="24"/>
        </w:rPr>
        <w:t>3.2 Efekty uczenia się dla przedmiotu</w:t>
      </w:r>
    </w:p>
    <w:p w14:paraId="454BA302" w14:textId="77777777" w:rsidR="00343B2C" w:rsidRPr="00A554C9" w:rsidRDefault="00343B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7"/>
        <w:gridCol w:w="1864"/>
      </w:tblGrid>
      <w:tr w:rsidR="00343B2C" w:rsidRPr="00A554C9" w14:paraId="00F9C347" w14:textId="77777777">
        <w:tc>
          <w:tcPr>
            <w:tcW w:w="1701" w:type="dxa"/>
            <w:vAlign w:val="center"/>
          </w:tcPr>
          <w:p w14:paraId="01B96D01" w14:textId="77777777" w:rsidR="00343B2C" w:rsidRPr="00A554C9" w:rsidRDefault="00B97DA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554C9">
              <w:rPr>
                <w:smallCaps w:val="0"/>
                <w:szCs w:val="24"/>
              </w:rPr>
              <w:t>EK</w:t>
            </w:r>
            <w:r w:rsidRPr="00A554C9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41977AB5" w14:textId="77777777" w:rsidR="00343B2C" w:rsidRPr="00A554C9" w:rsidRDefault="00B97DA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B4B4633" w14:textId="77777777" w:rsidR="00343B2C" w:rsidRPr="00A554C9" w:rsidRDefault="00B97DA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A554C9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343B2C" w:rsidRPr="00A554C9" w14:paraId="0B02C378" w14:textId="77777777">
        <w:tc>
          <w:tcPr>
            <w:tcW w:w="1701" w:type="dxa"/>
          </w:tcPr>
          <w:p w14:paraId="08C5335E" w14:textId="77777777" w:rsidR="00343B2C" w:rsidRPr="00A554C9" w:rsidRDefault="00B97DA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>EK</w:t>
            </w:r>
            <w:r w:rsidRPr="00A554C9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05055F3" w14:textId="4F5456D3" w:rsidR="00343B2C" w:rsidRPr="00A554C9" w:rsidRDefault="00AB3DA8" w:rsidP="00AB3DA8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="00B97DA0" w:rsidRPr="00A554C9">
              <w:rPr>
                <w:b w:val="0"/>
                <w:smallCaps w:val="0"/>
                <w:szCs w:val="24"/>
              </w:rPr>
              <w:t xml:space="preserve">osiada </w:t>
            </w:r>
            <w:r w:rsidRPr="00AB3DA8">
              <w:rPr>
                <w:b w:val="0"/>
                <w:smallCaps w:val="0"/>
                <w:szCs w:val="24"/>
              </w:rPr>
              <w:t>rozszerzoną wiedzę o procesach emocjonalnych i motywacyjnych i stanach afektywnych człowieka</w:t>
            </w:r>
            <w:r>
              <w:rPr>
                <w:b w:val="0"/>
                <w:smallCaps w:val="0"/>
                <w:szCs w:val="24"/>
              </w:rPr>
              <w:t xml:space="preserve">, oraz </w:t>
            </w:r>
            <w:r w:rsidRPr="00AB3DA8">
              <w:rPr>
                <w:b w:val="0"/>
                <w:smallCaps w:val="0"/>
                <w:szCs w:val="24"/>
              </w:rPr>
              <w:t>uporządkowaną wiedzę na temat biologicznych, psychologicznych, społecznych uwarunkowań zachowania człowieka, powiązań między nimi, rozwoju i wychowania człowieka, a także zaburzeń neurorozwojowych; zna podstawy neuropsychologii</w:t>
            </w:r>
            <w:r>
              <w:rPr>
                <w:b w:val="0"/>
                <w:smallCaps w:val="0"/>
                <w:szCs w:val="24"/>
              </w:rPr>
              <w:t>. Potrafi wykazać się wiedzą o:</w:t>
            </w:r>
          </w:p>
          <w:p w14:paraId="74FDFE1D" w14:textId="7193BC7C" w:rsidR="00343B2C" w:rsidRPr="00A554C9" w:rsidRDefault="00B97DA0" w:rsidP="00AB3DA8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>- za</w:t>
            </w:r>
            <w:r w:rsidR="00AA7DB5">
              <w:rPr>
                <w:b w:val="0"/>
                <w:smallCaps w:val="0"/>
                <w:szCs w:val="24"/>
              </w:rPr>
              <w:t>burzeniach ze spektrum autyzmu</w:t>
            </w:r>
            <w:r w:rsidR="00D95DAA">
              <w:rPr>
                <w:b w:val="0"/>
                <w:smallCaps w:val="0"/>
                <w:szCs w:val="24"/>
              </w:rPr>
              <w:t xml:space="preserve">, </w:t>
            </w:r>
            <w:r w:rsidRPr="00A554C9">
              <w:rPr>
                <w:b w:val="0"/>
                <w:smallCaps w:val="0"/>
                <w:szCs w:val="24"/>
              </w:rPr>
              <w:t>ich występowaniu</w:t>
            </w:r>
            <w:r w:rsidR="00D95DAA">
              <w:rPr>
                <w:b w:val="0"/>
                <w:smallCaps w:val="0"/>
                <w:szCs w:val="24"/>
              </w:rPr>
              <w:t xml:space="preserve"> </w:t>
            </w:r>
            <w:r w:rsidRPr="00A554C9">
              <w:rPr>
                <w:b w:val="0"/>
                <w:smallCaps w:val="0"/>
                <w:szCs w:val="24"/>
              </w:rPr>
              <w:t xml:space="preserve">oraz objawach w różnych okresach rozwoju; o obszarach oddziaływań psychologicznych oraz o zadaniach i kompetencjach psychologa w zakresie wspierania </w:t>
            </w:r>
            <w:r w:rsidR="00D95DAA">
              <w:rPr>
                <w:b w:val="0"/>
                <w:smallCaps w:val="0"/>
                <w:szCs w:val="24"/>
              </w:rPr>
              <w:t>osób</w:t>
            </w:r>
            <w:r w:rsidRPr="00A554C9">
              <w:rPr>
                <w:b w:val="0"/>
                <w:smallCaps w:val="0"/>
                <w:szCs w:val="24"/>
              </w:rPr>
              <w:t xml:space="preserve"> ze spektrum autyzmu; </w:t>
            </w:r>
          </w:p>
          <w:p w14:paraId="63FE8B60" w14:textId="4BB2C719" w:rsidR="00343B2C" w:rsidRPr="00A554C9" w:rsidRDefault="00B97DA0" w:rsidP="00AB3DA8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 xml:space="preserve">- obszarach oddziaływań osób pozostających w interakcjach z osobami ze </w:t>
            </w:r>
            <w:r w:rsidR="00AA7DB5">
              <w:rPr>
                <w:b w:val="0"/>
                <w:smallCaps w:val="0"/>
                <w:szCs w:val="24"/>
              </w:rPr>
              <w:t xml:space="preserve">spektrum autyzmu </w:t>
            </w:r>
            <w:r w:rsidRPr="00A554C9">
              <w:rPr>
                <w:b w:val="0"/>
                <w:smallCaps w:val="0"/>
                <w:szCs w:val="24"/>
              </w:rPr>
              <w:t xml:space="preserve">(wsparcie nieprofesjonalne) oraz o sposobach wspierania sieci osób zaangażowanych w pomoc </w:t>
            </w:r>
            <w:r w:rsidR="00D95DAA">
              <w:rPr>
                <w:b w:val="0"/>
                <w:smallCaps w:val="0"/>
                <w:szCs w:val="24"/>
              </w:rPr>
              <w:t>jednostkom</w:t>
            </w:r>
            <w:r w:rsidRPr="00A554C9">
              <w:rPr>
                <w:b w:val="0"/>
                <w:smallCaps w:val="0"/>
                <w:szCs w:val="24"/>
              </w:rPr>
              <w:t xml:space="preserve"> ze spektrum autyzmu;</w:t>
            </w:r>
          </w:p>
          <w:p w14:paraId="3735C395" w14:textId="77777777" w:rsidR="00343B2C" w:rsidRPr="00A554C9" w:rsidRDefault="00343B2C" w:rsidP="00AB3DA8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49CFF93" w14:textId="77777777" w:rsidR="00343B2C" w:rsidRPr="00A554C9" w:rsidRDefault="00B97DA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>K_W14</w:t>
            </w:r>
          </w:p>
          <w:p w14:paraId="54299BCB" w14:textId="77777777" w:rsidR="00343B2C" w:rsidRDefault="00B97DA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>K_W18</w:t>
            </w:r>
          </w:p>
          <w:p w14:paraId="36057914" w14:textId="49C9BAD5" w:rsidR="004F5F5D" w:rsidRPr="00A554C9" w:rsidRDefault="004F5F5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F5F5D">
              <w:rPr>
                <w:b w:val="0"/>
                <w:smallCaps w:val="0"/>
                <w:szCs w:val="24"/>
              </w:rPr>
              <w:t>K_W67</w:t>
            </w:r>
          </w:p>
        </w:tc>
      </w:tr>
      <w:tr w:rsidR="00343B2C" w:rsidRPr="00A554C9" w14:paraId="5C937F8A" w14:textId="77777777">
        <w:tc>
          <w:tcPr>
            <w:tcW w:w="1701" w:type="dxa"/>
          </w:tcPr>
          <w:p w14:paraId="041185D9" w14:textId="77777777" w:rsidR="00343B2C" w:rsidRPr="00A554C9" w:rsidRDefault="00B97DA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5B0C06" w14:textId="4AED5E61" w:rsidR="00AB3DA8" w:rsidRDefault="00AB3DA8" w:rsidP="00AB3DA8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potrafi </w:t>
            </w:r>
            <w:r w:rsidRPr="00AB3DA8">
              <w:rPr>
                <w:b w:val="0"/>
                <w:smallCaps w:val="0"/>
                <w:szCs w:val="24"/>
              </w:rPr>
              <w:t>wyszukiwać i przetwarzać wiedzę na temat rozwoju i funkcjonowania człowieka, zaburzeń psychicznych oraz diagnozy i pomocy psychologicznej</w:t>
            </w:r>
            <w:r>
              <w:rPr>
                <w:b w:val="0"/>
                <w:smallCaps w:val="0"/>
                <w:szCs w:val="24"/>
              </w:rPr>
              <w:t>, a dodatkowo</w:t>
            </w:r>
            <w:r>
              <w:t xml:space="preserve"> </w:t>
            </w:r>
            <w:r w:rsidRPr="00AB3DA8">
              <w:rPr>
                <w:b w:val="0"/>
                <w:smallCaps w:val="0"/>
                <w:szCs w:val="24"/>
              </w:rPr>
              <w:t>obserwować, diagnozować, racjonalnie oceniać złożone sytuacje oraz analizować motywy i wzory ludzkich zachowań oraz wykorzystywać je do projektowania działań diagnostycznych i pomocowych</w:t>
            </w:r>
            <w:r>
              <w:rPr>
                <w:b w:val="0"/>
                <w:smallCaps w:val="0"/>
                <w:szCs w:val="24"/>
              </w:rPr>
              <w:t>. Dzięki zdobytym umiejętnościom:</w:t>
            </w:r>
          </w:p>
          <w:p w14:paraId="2F48929A" w14:textId="248CF335" w:rsidR="00343B2C" w:rsidRPr="00A554C9" w:rsidRDefault="00B97DA0" w:rsidP="00AB3DA8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>-Dobiera i wykorzystuje dostępne materiały, środki i metody pracy w celu projektowania i efektywnego realizowania działań wspierających osoby z zaburzeniami ze spektrum autyzmu w różnym wieku życia</w:t>
            </w:r>
            <w:r w:rsidR="00D95DAA">
              <w:rPr>
                <w:b w:val="0"/>
                <w:smallCaps w:val="0"/>
                <w:szCs w:val="24"/>
              </w:rPr>
              <w:t xml:space="preserve"> i  w różnych środowiskach</w:t>
            </w:r>
            <w:r w:rsidRPr="00A554C9">
              <w:rPr>
                <w:b w:val="0"/>
                <w:smallCaps w:val="0"/>
                <w:szCs w:val="24"/>
              </w:rPr>
              <w:t>.</w:t>
            </w:r>
          </w:p>
          <w:p w14:paraId="6A33F957" w14:textId="0F4A81AA" w:rsidR="00343B2C" w:rsidRPr="00A554C9" w:rsidRDefault="00B97DA0" w:rsidP="00AB3DA8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 xml:space="preserve"> -Animuje prace w zakresie procesów wsparcia p</w:t>
            </w:r>
            <w:r w:rsidR="00AA7DB5">
              <w:rPr>
                <w:b w:val="0"/>
                <w:smallCaps w:val="0"/>
                <w:szCs w:val="24"/>
              </w:rPr>
              <w:t xml:space="preserve">sychologicznego indywidualnego </w:t>
            </w:r>
            <w:r w:rsidRPr="00A554C9">
              <w:rPr>
                <w:b w:val="0"/>
                <w:smallCaps w:val="0"/>
                <w:szCs w:val="24"/>
              </w:rPr>
              <w:t xml:space="preserve">i grupowego dla </w:t>
            </w:r>
            <w:r w:rsidR="00D95DAA">
              <w:rPr>
                <w:b w:val="0"/>
                <w:smallCaps w:val="0"/>
                <w:szCs w:val="24"/>
              </w:rPr>
              <w:t>osób</w:t>
            </w:r>
            <w:r w:rsidRPr="00A554C9">
              <w:rPr>
                <w:b w:val="0"/>
                <w:smallCaps w:val="0"/>
                <w:szCs w:val="24"/>
              </w:rPr>
              <w:t xml:space="preserve"> ze spektrum autyzmu.</w:t>
            </w:r>
          </w:p>
        </w:tc>
        <w:tc>
          <w:tcPr>
            <w:tcW w:w="1873" w:type="dxa"/>
          </w:tcPr>
          <w:p w14:paraId="7B0CFD88" w14:textId="2C7E9A33" w:rsidR="004F5F5D" w:rsidRDefault="004F5F5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F5F5D">
              <w:rPr>
                <w:b w:val="0"/>
                <w:smallCaps w:val="0"/>
                <w:szCs w:val="24"/>
              </w:rPr>
              <w:t>K_W72</w:t>
            </w:r>
          </w:p>
          <w:p w14:paraId="66F17B49" w14:textId="53C30112" w:rsidR="00343B2C" w:rsidRPr="00A554C9" w:rsidRDefault="00B97DA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>K_U01</w:t>
            </w:r>
          </w:p>
          <w:p w14:paraId="32253040" w14:textId="77777777" w:rsidR="00343B2C" w:rsidRDefault="00B97DA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>K_U05</w:t>
            </w:r>
          </w:p>
          <w:p w14:paraId="591382F3" w14:textId="0D107CC5" w:rsidR="00E750E2" w:rsidRPr="00A554C9" w:rsidRDefault="00E750E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750E2">
              <w:rPr>
                <w:b w:val="0"/>
                <w:smallCaps w:val="0"/>
                <w:szCs w:val="24"/>
              </w:rPr>
              <w:t>K_U56</w:t>
            </w:r>
          </w:p>
        </w:tc>
      </w:tr>
      <w:tr w:rsidR="00343B2C" w:rsidRPr="00A554C9" w14:paraId="2D2C5334" w14:textId="77777777">
        <w:tc>
          <w:tcPr>
            <w:tcW w:w="1701" w:type="dxa"/>
          </w:tcPr>
          <w:p w14:paraId="2190B41E" w14:textId="77777777" w:rsidR="00343B2C" w:rsidRPr="00A554C9" w:rsidRDefault="00B97DA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5A945A" w14:textId="7F252F0E" w:rsidR="00343B2C" w:rsidRPr="00A554C9" w:rsidRDefault="00AB3DA8" w:rsidP="00AB3DA8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jest gotów do </w:t>
            </w:r>
            <w:r w:rsidRPr="00AB3DA8">
              <w:rPr>
                <w:b w:val="0"/>
                <w:smallCaps w:val="0"/>
                <w:szCs w:val="24"/>
              </w:rPr>
              <w:t>zachowań profesjonalnych wynikających z podejmowanej działalności naukowej, diagnostycznej, profilaktycznej i terapeutycznej</w:t>
            </w:r>
            <w:r w:rsidR="00B97DA0" w:rsidRPr="00A554C9">
              <w:rPr>
                <w:b w:val="0"/>
                <w:smallCaps w:val="0"/>
                <w:szCs w:val="24"/>
              </w:rPr>
              <w:t xml:space="preserve"> na rzecz podnoszenia </w:t>
            </w:r>
            <w:r w:rsidR="00B97DA0" w:rsidRPr="00A554C9">
              <w:rPr>
                <w:b w:val="0"/>
                <w:smallCaps w:val="0"/>
                <w:szCs w:val="24"/>
              </w:rPr>
              <w:lastRenderedPageBreak/>
              <w:t>jakości wspierania w zakresie opieki i zdrowia psychicznego osób z</w:t>
            </w:r>
            <w:r w:rsidR="00D95DAA">
              <w:rPr>
                <w:b w:val="0"/>
                <w:smallCaps w:val="0"/>
                <w:szCs w:val="24"/>
              </w:rPr>
              <w:t>e spektrum autyzmu</w:t>
            </w:r>
            <w:r w:rsidR="00B97DA0" w:rsidRPr="00A554C9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FA1609" w14:textId="77777777" w:rsidR="00343B2C" w:rsidRPr="00A554C9" w:rsidRDefault="00B97DA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lastRenderedPageBreak/>
              <w:t>K_K03</w:t>
            </w:r>
          </w:p>
        </w:tc>
      </w:tr>
    </w:tbl>
    <w:p w14:paraId="1880B627" w14:textId="77777777" w:rsidR="00343B2C" w:rsidRPr="00A554C9" w:rsidRDefault="00343B2C">
      <w:pPr>
        <w:pStyle w:val="Punktygwne"/>
        <w:spacing w:before="0" w:after="0"/>
        <w:rPr>
          <w:b w:val="0"/>
          <w:szCs w:val="24"/>
        </w:rPr>
      </w:pPr>
    </w:p>
    <w:p w14:paraId="1CD8BBDB" w14:textId="77777777" w:rsidR="00343B2C" w:rsidRPr="00A554C9" w:rsidRDefault="00B97DA0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554C9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A554C9">
        <w:rPr>
          <w:rFonts w:ascii="Times New Roman" w:hAnsi="Times New Roman"/>
          <w:sz w:val="24"/>
          <w:szCs w:val="24"/>
        </w:rPr>
        <w:t xml:space="preserve">  </w:t>
      </w:r>
    </w:p>
    <w:p w14:paraId="41AB7130" w14:textId="77777777" w:rsidR="00343B2C" w:rsidRPr="00A554C9" w:rsidRDefault="00B97DA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554C9">
        <w:rPr>
          <w:rFonts w:ascii="Times New Roman" w:hAnsi="Times New Roman"/>
          <w:sz w:val="24"/>
          <w:szCs w:val="24"/>
        </w:rPr>
        <w:t xml:space="preserve">Problematyka wykładu </w:t>
      </w:r>
    </w:p>
    <w:p w14:paraId="5B609518" w14:textId="74C76A1D" w:rsidR="00343B2C" w:rsidRPr="00A554C9" w:rsidRDefault="00B97DA0" w:rsidP="00AB3D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54C9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43B2C" w:rsidRPr="00A554C9" w14:paraId="7A3D0EE4" w14:textId="77777777" w:rsidTr="0023656B">
        <w:tc>
          <w:tcPr>
            <w:tcW w:w="9520" w:type="dxa"/>
          </w:tcPr>
          <w:p w14:paraId="1ABDB107" w14:textId="77777777" w:rsidR="00343B2C" w:rsidRPr="00AB3DA8" w:rsidRDefault="00B97DA0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3DA8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343B2C" w:rsidRPr="00A554C9" w14:paraId="76FBCE23" w14:textId="77777777" w:rsidTr="0023656B">
        <w:tc>
          <w:tcPr>
            <w:tcW w:w="9520" w:type="dxa"/>
          </w:tcPr>
          <w:p w14:paraId="13712742" w14:textId="66A46CA0" w:rsidR="00343B2C" w:rsidRPr="00A554C9" w:rsidRDefault="00740795" w:rsidP="00740795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 w:rsidRPr="0074079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O</w:t>
            </w:r>
            <w:r w:rsidRPr="00740795">
              <w:rPr>
                <w:rFonts w:ascii="Times New Roman" w:hAnsi="Times New Roman" w:cs="Times New Roman"/>
              </w:rPr>
              <w:t xml:space="preserve">soba </w:t>
            </w:r>
            <w:r>
              <w:rPr>
                <w:rFonts w:ascii="Times New Roman" w:hAnsi="Times New Roman" w:cs="Times New Roman"/>
              </w:rPr>
              <w:t>ze spektrum autyzmu</w:t>
            </w:r>
            <w:r w:rsidRPr="00740795">
              <w:rPr>
                <w:rFonts w:ascii="Times New Roman" w:hAnsi="Times New Roman" w:cs="Times New Roman"/>
              </w:rPr>
              <w:t xml:space="preserve"> i jej mikrosystem (relacje  z rodziną) - wpływ poziomu funkcjonowania według zasady sprzężeń zwrotnych - jakości i ilości oddziaływań terapeutycznych i dbania o </w:t>
            </w:r>
            <w:r w:rsidR="00172E25">
              <w:rPr>
                <w:rFonts w:ascii="Times New Roman" w:hAnsi="Times New Roman" w:cs="Times New Roman"/>
              </w:rPr>
              <w:t>pod</w:t>
            </w:r>
            <w:r w:rsidRPr="00740795">
              <w:rPr>
                <w:rFonts w:ascii="Times New Roman" w:hAnsi="Times New Roman" w:cs="Times New Roman"/>
              </w:rPr>
              <w:t>systemy</w:t>
            </w:r>
            <w:r w:rsidR="00172E25">
              <w:rPr>
                <w:rFonts w:ascii="Times New Roman" w:hAnsi="Times New Roman" w:cs="Times New Roman"/>
              </w:rPr>
              <w:t>:</w:t>
            </w:r>
            <w:r w:rsidRPr="00740795">
              <w:rPr>
                <w:rFonts w:ascii="Times New Roman" w:hAnsi="Times New Roman" w:cs="Times New Roman"/>
              </w:rPr>
              <w:t xml:space="preserve"> małżeński, rodzicielski i rodzeństwa.</w:t>
            </w:r>
          </w:p>
        </w:tc>
      </w:tr>
      <w:tr w:rsidR="00343B2C" w:rsidRPr="00A554C9" w14:paraId="5E2ACCBE" w14:textId="77777777">
        <w:tc>
          <w:tcPr>
            <w:tcW w:w="0" w:type="auto"/>
          </w:tcPr>
          <w:p w14:paraId="1125473E" w14:textId="26269509" w:rsidR="00343B2C" w:rsidRPr="00A554C9" w:rsidRDefault="00740795" w:rsidP="0074079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79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740795">
              <w:rPr>
                <w:rFonts w:ascii="Times New Roman" w:hAnsi="Times New Roman"/>
                <w:sz w:val="24"/>
                <w:szCs w:val="24"/>
              </w:rPr>
              <w:t>soba z</w:t>
            </w:r>
            <w:r>
              <w:rPr>
                <w:rFonts w:ascii="Times New Roman" w:hAnsi="Times New Roman"/>
                <w:sz w:val="24"/>
                <w:szCs w:val="24"/>
              </w:rPr>
              <w:t>e spektrum autyzmu</w:t>
            </w:r>
            <w:r w:rsidRPr="00740795">
              <w:rPr>
                <w:rFonts w:ascii="Times New Roman" w:hAnsi="Times New Roman"/>
                <w:sz w:val="24"/>
                <w:szCs w:val="24"/>
              </w:rPr>
              <w:t xml:space="preserve"> a oddziaływania mezosytemowe (relacje rodziny i szkoły/ośrodka z dzieckiem) - analiza wspierających i utrudniających proces terapii czynników mezosystemowych.</w:t>
            </w:r>
          </w:p>
        </w:tc>
      </w:tr>
      <w:tr w:rsidR="00F9531D" w:rsidRPr="00A554C9" w14:paraId="1E79E055" w14:textId="77777777">
        <w:tc>
          <w:tcPr>
            <w:tcW w:w="0" w:type="auto"/>
          </w:tcPr>
          <w:p w14:paraId="58D92C00" w14:textId="01711246" w:rsidR="00F9531D" w:rsidRPr="00A554C9" w:rsidRDefault="00740795" w:rsidP="0074079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O</w:t>
            </w:r>
            <w:r w:rsidRPr="00740795">
              <w:rPr>
                <w:rFonts w:ascii="Times New Roman" w:hAnsi="Times New Roman"/>
                <w:sz w:val="24"/>
                <w:szCs w:val="24"/>
              </w:rPr>
              <w:t>soba w spektrum autyzmu  w środowisku: system szkolny, rówieśniczy</w:t>
            </w:r>
            <w:r w:rsidR="004E29B6">
              <w:rPr>
                <w:rFonts w:ascii="Times New Roman" w:hAnsi="Times New Roman"/>
                <w:sz w:val="24"/>
                <w:szCs w:val="24"/>
              </w:rPr>
              <w:t>, sąsiedzki, lokalny</w:t>
            </w:r>
            <w:r w:rsidRPr="007407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43B2C" w:rsidRPr="00A554C9" w14:paraId="5C920C68" w14:textId="77777777">
        <w:tc>
          <w:tcPr>
            <w:tcW w:w="0" w:type="auto"/>
          </w:tcPr>
          <w:p w14:paraId="2AFD9035" w14:textId="4950B183" w:rsidR="00343B2C" w:rsidRPr="00A554C9" w:rsidRDefault="00740795" w:rsidP="0074079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795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740795">
              <w:rPr>
                <w:rFonts w:ascii="Times New Roman" w:hAnsi="Times New Roman"/>
                <w:sz w:val="24"/>
                <w:szCs w:val="24"/>
              </w:rPr>
              <w:t>soba z</w:t>
            </w:r>
            <w:r>
              <w:rPr>
                <w:rFonts w:ascii="Times New Roman" w:hAnsi="Times New Roman"/>
                <w:sz w:val="24"/>
                <w:szCs w:val="24"/>
              </w:rPr>
              <w:t>e spektrum autyzmu</w:t>
            </w:r>
            <w:r w:rsidRPr="00740795">
              <w:rPr>
                <w:rFonts w:ascii="Times New Roman" w:hAnsi="Times New Roman"/>
                <w:sz w:val="24"/>
                <w:szCs w:val="24"/>
              </w:rPr>
              <w:t xml:space="preserve"> w makrosystemie - społeczne czynniki warunkujące funkcjonowanie osób w spektrum (</w:t>
            </w:r>
            <w:r w:rsidR="00172E25">
              <w:rPr>
                <w:rFonts w:ascii="Times New Roman" w:hAnsi="Times New Roman"/>
                <w:sz w:val="24"/>
                <w:szCs w:val="24"/>
              </w:rPr>
              <w:t xml:space="preserve">kulturowe, </w:t>
            </w:r>
            <w:r w:rsidRPr="00740795">
              <w:rPr>
                <w:rFonts w:ascii="Times New Roman" w:hAnsi="Times New Roman"/>
                <w:sz w:val="24"/>
                <w:szCs w:val="24"/>
              </w:rPr>
              <w:t>prawne, oświatowe).</w:t>
            </w:r>
          </w:p>
        </w:tc>
      </w:tr>
    </w:tbl>
    <w:p w14:paraId="388D1B54" w14:textId="77777777" w:rsidR="00343B2C" w:rsidRPr="00A554C9" w:rsidRDefault="00343B2C">
      <w:pPr>
        <w:pStyle w:val="Akapitzlist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14:paraId="7089708F" w14:textId="77777777" w:rsidR="00343B2C" w:rsidRPr="00A554C9" w:rsidRDefault="00343B2C">
      <w:pPr>
        <w:pStyle w:val="Punktygwne"/>
        <w:spacing w:before="0" w:after="0"/>
        <w:rPr>
          <w:b w:val="0"/>
          <w:szCs w:val="24"/>
        </w:rPr>
      </w:pPr>
    </w:p>
    <w:p w14:paraId="63B00F50" w14:textId="77777777" w:rsidR="00343B2C" w:rsidRPr="00A554C9" w:rsidRDefault="00B97DA0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A554C9">
        <w:rPr>
          <w:smallCaps w:val="0"/>
          <w:szCs w:val="24"/>
        </w:rPr>
        <w:t>3.4 Metody dydaktyczne</w:t>
      </w:r>
      <w:r w:rsidRPr="00A554C9">
        <w:rPr>
          <w:b w:val="0"/>
          <w:smallCaps w:val="0"/>
          <w:szCs w:val="24"/>
        </w:rPr>
        <w:t xml:space="preserve"> </w:t>
      </w:r>
    </w:p>
    <w:p w14:paraId="74486985" w14:textId="77777777" w:rsidR="00343B2C" w:rsidRPr="00A554C9" w:rsidRDefault="00343B2C">
      <w:pPr>
        <w:pStyle w:val="Punktygwne"/>
        <w:spacing w:before="0" w:after="0"/>
        <w:rPr>
          <w:b w:val="0"/>
          <w:smallCaps w:val="0"/>
          <w:szCs w:val="24"/>
        </w:rPr>
      </w:pPr>
    </w:p>
    <w:p w14:paraId="6A979B27" w14:textId="20B15B04" w:rsidR="00343B2C" w:rsidRPr="00A554C9" w:rsidRDefault="000C1CEF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A554C9">
        <w:rPr>
          <w:b w:val="0"/>
          <w:smallCaps w:val="0"/>
          <w:szCs w:val="24"/>
        </w:rPr>
        <w:t>Zajęcia warsztatowe: analiza tekstów z dyskusją, praca w grupach (rozwiązywanie zadań, dyskusja, burza mózgów), metody aktywizujące, studia przypadku.</w:t>
      </w:r>
    </w:p>
    <w:p w14:paraId="55280E1E" w14:textId="77777777" w:rsidR="00343B2C" w:rsidRPr="00A554C9" w:rsidRDefault="00343B2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CB284C3" w14:textId="77777777" w:rsidR="00343B2C" w:rsidRPr="00A554C9" w:rsidRDefault="00343B2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E8FA41F" w14:textId="77777777" w:rsidR="00343B2C" w:rsidRPr="00A554C9" w:rsidRDefault="00B97DA0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A554C9">
        <w:rPr>
          <w:smallCaps w:val="0"/>
          <w:szCs w:val="24"/>
        </w:rPr>
        <w:t xml:space="preserve">4. METODY I KRYTERIA OCENY </w:t>
      </w:r>
    </w:p>
    <w:p w14:paraId="179828E8" w14:textId="77777777" w:rsidR="00343B2C" w:rsidRPr="00A554C9" w:rsidRDefault="00343B2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36618A2" w14:textId="77777777" w:rsidR="00343B2C" w:rsidRPr="00A554C9" w:rsidRDefault="00B97DA0">
      <w:pPr>
        <w:pStyle w:val="Punktygwne"/>
        <w:spacing w:before="0" w:after="0"/>
        <w:ind w:left="426"/>
        <w:rPr>
          <w:smallCaps w:val="0"/>
          <w:szCs w:val="24"/>
        </w:rPr>
      </w:pPr>
      <w:r w:rsidRPr="00A554C9">
        <w:rPr>
          <w:smallCaps w:val="0"/>
          <w:szCs w:val="24"/>
        </w:rPr>
        <w:t>4.1 Sposoby weryfikacji efektów uczenia się</w:t>
      </w:r>
    </w:p>
    <w:p w14:paraId="3ECBDC36" w14:textId="77777777" w:rsidR="00343B2C" w:rsidRPr="00A554C9" w:rsidRDefault="00343B2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43B2C" w:rsidRPr="00A554C9" w14:paraId="2A01C117" w14:textId="77777777">
        <w:tc>
          <w:tcPr>
            <w:tcW w:w="1962" w:type="dxa"/>
            <w:vAlign w:val="center"/>
          </w:tcPr>
          <w:p w14:paraId="2DCBE9E5" w14:textId="77777777" w:rsidR="00343B2C" w:rsidRPr="00A554C9" w:rsidRDefault="00B97DA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2D8CDB6" w14:textId="77777777" w:rsidR="00343B2C" w:rsidRPr="00A554C9" w:rsidRDefault="00B97DA0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554C9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2587896" w14:textId="77777777" w:rsidR="00343B2C" w:rsidRPr="00A554C9" w:rsidRDefault="00B97DA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716F88C" w14:textId="77777777" w:rsidR="00343B2C" w:rsidRPr="00A554C9" w:rsidRDefault="00B97DA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3749EC79" w14:textId="77777777" w:rsidR="00343B2C" w:rsidRPr="00A554C9" w:rsidRDefault="00B97DA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343B2C" w:rsidRPr="00A554C9" w14:paraId="5216C200" w14:textId="77777777">
        <w:tc>
          <w:tcPr>
            <w:tcW w:w="1962" w:type="dxa"/>
          </w:tcPr>
          <w:p w14:paraId="20594EBF" w14:textId="30A896D7" w:rsidR="00343B2C" w:rsidRPr="00AB3DA8" w:rsidRDefault="00AB3DA8" w:rsidP="00AB3D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</w:t>
            </w:r>
            <w:r w:rsidR="00B97DA0" w:rsidRPr="00AB3DA8">
              <w:rPr>
                <w:rFonts w:ascii="Times New Roman" w:hAnsi="Times New Roman"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D2EC27E" w14:textId="5AB93DC4" w:rsidR="00343B2C" w:rsidRPr="00A554C9" w:rsidRDefault="007871CF" w:rsidP="00AB3DA8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>
              <w:rPr>
                <w:b w:val="0"/>
                <w:bCs/>
                <w:smallCaps w:val="0"/>
                <w:szCs w:val="24"/>
              </w:rPr>
              <w:t>diagnoza zasobów osoby w spektrum autyzmu</w:t>
            </w:r>
            <w:r w:rsidR="00B97DA0" w:rsidRPr="00A554C9">
              <w:rPr>
                <w:b w:val="0"/>
                <w:bCs/>
                <w:smallCaps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25E80BBB" w14:textId="77777777" w:rsidR="00343B2C" w:rsidRPr="00A554C9" w:rsidRDefault="00B97DA0" w:rsidP="00AB3DA8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A554C9">
              <w:rPr>
                <w:b w:val="0"/>
                <w:szCs w:val="24"/>
              </w:rPr>
              <w:t>ćw</w:t>
            </w:r>
          </w:p>
        </w:tc>
      </w:tr>
      <w:tr w:rsidR="00343B2C" w:rsidRPr="00A554C9" w14:paraId="331ECAA7" w14:textId="77777777">
        <w:tc>
          <w:tcPr>
            <w:tcW w:w="1962" w:type="dxa"/>
          </w:tcPr>
          <w:p w14:paraId="4E1D5543" w14:textId="77777777" w:rsidR="00343B2C" w:rsidRPr="00A554C9" w:rsidRDefault="00B97DA0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A554C9">
              <w:rPr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5CCE52" w14:textId="3BFAE02A" w:rsidR="00343B2C" w:rsidRPr="00A554C9" w:rsidRDefault="007871CF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7871CF">
              <w:rPr>
                <w:b w:val="0"/>
                <w:smallCaps w:val="0"/>
                <w:szCs w:val="24"/>
              </w:rPr>
              <w:t>diagnoza zasobów osoby w spektrum autyzmu</w:t>
            </w:r>
            <w:r>
              <w:rPr>
                <w:b w:val="0"/>
                <w:smallCaps w:val="0"/>
                <w:szCs w:val="24"/>
              </w:rPr>
              <w:t>,</w:t>
            </w:r>
            <w:r w:rsidRPr="007871CF">
              <w:rPr>
                <w:b w:val="0"/>
                <w:smallCaps w:val="0"/>
                <w:szCs w:val="24"/>
              </w:rPr>
              <w:t xml:space="preserve"> </w:t>
            </w:r>
            <w:r w:rsidR="00B97DA0" w:rsidRPr="00A554C9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163F79B" w14:textId="77777777" w:rsidR="00343B2C" w:rsidRPr="00A554C9" w:rsidRDefault="00B97DA0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A554C9">
              <w:rPr>
                <w:b w:val="0"/>
                <w:szCs w:val="24"/>
              </w:rPr>
              <w:t>ćw</w:t>
            </w:r>
          </w:p>
        </w:tc>
      </w:tr>
      <w:tr w:rsidR="00343B2C" w:rsidRPr="00A554C9" w14:paraId="400519B0" w14:textId="77777777">
        <w:tc>
          <w:tcPr>
            <w:tcW w:w="1962" w:type="dxa"/>
          </w:tcPr>
          <w:p w14:paraId="3F513E3D" w14:textId="77777777" w:rsidR="00343B2C" w:rsidRPr="00A554C9" w:rsidRDefault="00B97DA0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A554C9">
              <w:rPr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ACD6E46" w14:textId="77777777" w:rsidR="00343B2C" w:rsidRPr="00A554C9" w:rsidRDefault="00B97DA0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0C2B2E" w14:textId="77777777" w:rsidR="00343B2C" w:rsidRPr="00A554C9" w:rsidRDefault="00B97DA0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A554C9">
              <w:rPr>
                <w:b w:val="0"/>
                <w:szCs w:val="24"/>
              </w:rPr>
              <w:t>ćw</w:t>
            </w:r>
          </w:p>
        </w:tc>
      </w:tr>
    </w:tbl>
    <w:p w14:paraId="1EB75E24" w14:textId="77777777" w:rsidR="00343B2C" w:rsidRPr="00A554C9" w:rsidRDefault="00343B2C">
      <w:pPr>
        <w:pStyle w:val="Punktygwne"/>
        <w:spacing w:before="0" w:after="0"/>
        <w:rPr>
          <w:b w:val="0"/>
          <w:smallCaps w:val="0"/>
          <w:szCs w:val="24"/>
        </w:rPr>
      </w:pPr>
    </w:p>
    <w:p w14:paraId="7BA33F73" w14:textId="77777777" w:rsidR="00343B2C" w:rsidRPr="00A554C9" w:rsidRDefault="00B97DA0">
      <w:pPr>
        <w:pStyle w:val="Punktygwne"/>
        <w:spacing w:before="0" w:after="0"/>
        <w:ind w:left="426"/>
        <w:rPr>
          <w:smallCaps w:val="0"/>
          <w:szCs w:val="24"/>
        </w:rPr>
      </w:pPr>
      <w:r w:rsidRPr="00A554C9">
        <w:rPr>
          <w:smallCaps w:val="0"/>
          <w:szCs w:val="24"/>
        </w:rPr>
        <w:t xml:space="preserve">4.2 Warunki zaliczenia przedmiotu (kryteria oceniania) </w:t>
      </w:r>
    </w:p>
    <w:p w14:paraId="40C61DB5" w14:textId="77777777" w:rsidR="00343B2C" w:rsidRPr="00A554C9" w:rsidRDefault="00343B2C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911BD2" w:rsidRPr="00A554C9" w14:paraId="574D7DCA" w14:textId="77777777" w:rsidTr="00911BD2">
        <w:tc>
          <w:tcPr>
            <w:tcW w:w="9634" w:type="dxa"/>
          </w:tcPr>
          <w:p w14:paraId="76FF1FA3" w14:textId="2A17FE7D" w:rsidR="00911BD2" w:rsidRPr="00A554C9" w:rsidRDefault="007871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Diagnoza zasobów osoby w spektrum autyzmu (z uwzględnieniem propozycji wsparcia)</w:t>
            </w:r>
          </w:p>
          <w:p w14:paraId="23D861E5" w14:textId="77777777" w:rsidR="007871CF" w:rsidRPr="007871CF" w:rsidRDefault="007871CF" w:rsidP="007871C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871CF">
              <w:rPr>
                <w:rFonts w:ascii="Times New Roman" w:hAnsi="Times New Roman"/>
                <w:sz w:val="24"/>
                <w:szCs w:val="24"/>
              </w:rPr>
              <w:t>ocena 5.0 – wykazuje znajomość treści kształcenia na poziomie 93%-100% (znakomita wiedza)</w:t>
            </w:r>
          </w:p>
          <w:p w14:paraId="3F3062C9" w14:textId="77777777" w:rsidR="007871CF" w:rsidRPr="007871CF" w:rsidRDefault="007871CF" w:rsidP="007871C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871CF">
              <w:rPr>
                <w:rFonts w:ascii="Times New Roman" w:hAnsi="Times New Roman"/>
                <w:sz w:val="24"/>
                <w:szCs w:val="24"/>
              </w:rPr>
              <w:t>ocena 4.5 – wykazuje znajomość treści kształcenia na poziomie 85%-92% (bardzo dobry poziom wiedzy z drobnymi błędami)</w:t>
            </w:r>
          </w:p>
          <w:p w14:paraId="3E4A95A2" w14:textId="77777777" w:rsidR="007871CF" w:rsidRPr="007871CF" w:rsidRDefault="007871CF" w:rsidP="007871C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871CF">
              <w:rPr>
                <w:rFonts w:ascii="Times New Roman" w:hAnsi="Times New Roman"/>
                <w:sz w:val="24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4E5B2ECF" w14:textId="77777777" w:rsidR="007871CF" w:rsidRPr="007871CF" w:rsidRDefault="007871CF" w:rsidP="007871C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871CF">
              <w:rPr>
                <w:rFonts w:ascii="Times New Roman" w:hAnsi="Times New Roman"/>
                <w:sz w:val="24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1B1F9591" w14:textId="77777777" w:rsidR="007871CF" w:rsidRPr="007871CF" w:rsidRDefault="007871CF" w:rsidP="007871C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871CF">
              <w:rPr>
                <w:rFonts w:ascii="Times New Roman" w:hAnsi="Times New Roman"/>
                <w:sz w:val="24"/>
                <w:szCs w:val="24"/>
              </w:rPr>
              <w:lastRenderedPageBreak/>
              <w:t>ocena 3.0 – wykazuje znajomość treści kształcenia na poziomie 60%-68% (zadowalająca wiedza z licznymi błędami)</w:t>
            </w:r>
          </w:p>
          <w:p w14:paraId="39DFBC74" w14:textId="25B99167" w:rsidR="00911BD2" w:rsidRPr="00A554C9" w:rsidRDefault="007871CF" w:rsidP="007871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1CF">
              <w:rPr>
                <w:rFonts w:ascii="Times New Roman" w:hAnsi="Times New Roman"/>
                <w:sz w:val="24"/>
                <w:szCs w:val="24"/>
              </w:rPr>
              <w:t>ocena 2.0 – wykazuje znajomość treści kształcenia poniżej 60% (niezadowalająca wiedza, liczne błędy).</w:t>
            </w:r>
          </w:p>
        </w:tc>
      </w:tr>
    </w:tbl>
    <w:p w14:paraId="52DF8B71" w14:textId="608AC950" w:rsidR="00343B2C" w:rsidRDefault="00343B2C">
      <w:pPr>
        <w:pStyle w:val="Punktygwne"/>
        <w:spacing w:before="0" w:after="0"/>
        <w:rPr>
          <w:b w:val="0"/>
          <w:smallCaps w:val="0"/>
          <w:szCs w:val="24"/>
        </w:rPr>
      </w:pPr>
    </w:p>
    <w:p w14:paraId="4759FE4B" w14:textId="77777777" w:rsidR="00AB3DA8" w:rsidRPr="00A554C9" w:rsidRDefault="00AB3DA8">
      <w:pPr>
        <w:pStyle w:val="Punktygwne"/>
        <w:spacing w:before="0" w:after="0"/>
        <w:rPr>
          <w:b w:val="0"/>
          <w:smallCaps w:val="0"/>
          <w:szCs w:val="24"/>
        </w:rPr>
      </w:pPr>
    </w:p>
    <w:p w14:paraId="64F55ED1" w14:textId="77777777" w:rsidR="00343B2C" w:rsidRPr="00A554C9" w:rsidRDefault="00B97DA0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A554C9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4435FED" w14:textId="77777777" w:rsidR="00343B2C" w:rsidRPr="00A554C9" w:rsidRDefault="00343B2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3"/>
        <w:gridCol w:w="3537"/>
      </w:tblGrid>
      <w:tr w:rsidR="00343B2C" w:rsidRPr="00A554C9" w14:paraId="77422AC0" w14:textId="77777777" w:rsidTr="00AB3DA8">
        <w:tc>
          <w:tcPr>
            <w:tcW w:w="5983" w:type="dxa"/>
            <w:vAlign w:val="center"/>
          </w:tcPr>
          <w:p w14:paraId="17C3E56F" w14:textId="77777777" w:rsidR="00343B2C" w:rsidRPr="00A554C9" w:rsidRDefault="00B97DA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4C9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3537" w:type="dxa"/>
            <w:vAlign w:val="center"/>
          </w:tcPr>
          <w:p w14:paraId="5145A119" w14:textId="77777777" w:rsidR="00343B2C" w:rsidRPr="00A554C9" w:rsidRDefault="00B97DA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4C9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43B2C" w:rsidRPr="00A554C9" w14:paraId="1A44091A" w14:textId="77777777" w:rsidTr="00AB3DA8">
        <w:tc>
          <w:tcPr>
            <w:tcW w:w="5983" w:type="dxa"/>
          </w:tcPr>
          <w:p w14:paraId="406EEC74" w14:textId="77777777" w:rsidR="00343B2C" w:rsidRPr="00A554C9" w:rsidRDefault="00B97DA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54C9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537" w:type="dxa"/>
          </w:tcPr>
          <w:p w14:paraId="7A71FCC6" w14:textId="77777777" w:rsidR="00343B2C" w:rsidRPr="00A554C9" w:rsidRDefault="00B97DA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4C9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01FB2195" w14:textId="77777777" w:rsidR="00343B2C" w:rsidRPr="00A554C9" w:rsidRDefault="00343B2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B2C" w:rsidRPr="00A554C9" w14:paraId="0A8EC903" w14:textId="77777777" w:rsidTr="00AB3DA8">
        <w:tc>
          <w:tcPr>
            <w:tcW w:w="5983" w:type="dxa"/>
          </w:tcPr>
          <w:p w14:paraId="3F1DF839" w14:textId="77777777" w:rsidR="00343B2C" w:rsidRPr="00A554C9" w:rsidRDefault="00B97DA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54C9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7BC88203" w14:textId="77777777" w:rsidR="00343B2C" w:rsidRPr="00A554C9" w:rsidRDefault="00B97DA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54C9">
              <w:rPr>
                <w:rFonts w:ascii="Times New Roman" w:hAnsi="Times New Roman"/>
                <w:sz w:val="24"/>
                <w:szCs w:val="24"/>
              </w:rPr>
              <w:t>- udział w konsultacjach</w:t>
            </w:r>
          </w:p>
        </w:tc>
        <w:tc>
          <w:tcPr>
            <w:tcW w:w="3537" w:type="dxa"/>
          </w:tcPr>
          <w:p w14:paraId="5630AF17" w14:textId="77777777" w:rsidR="00343B2C" w:rsidRPr="00A554C9" w:rsidRDefault="00343B2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B9E4E4" w14:textId="77777777" w:rsidR="00343B2C" w:rsidRPr="00A554C9" w:rsidRDefault="00B97DA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3B2C" w:rsidRPr="00A554C9" w14:paraId="3D388B81" w14:textId="77777777" w:rsidTr="00AB3DA8">
        <w:tc>
          <w:tcPr>
            <w:tcW w:w="5983" w:type="dxa"/>
          </w:tcPr>
          <w:p w14:paraId="22C224D3" w14:textId="77777777" w:rsidR="00343B2C" w:rsidRPr="00A554C9" w:rsidRDefault="00B97DA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54C9">
              <w:rPr>
                <w:rFonts w:ascii="Times New Roman" w:hAnsi="Times New Roman"/>
                <w:sz w:val="24"/>
                <w:szCs w:val="24"/>
              </w:rPr>
              <w:t>Godziny niekontaktowe – praca własna studenta:</w:t>
            </w:r>
          </w:p>
          <w:p w14:paraId="46E568A2" w14:textId="77777777" w:rsidR="00343B2C" w:rsidRDefault="00B97DA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54C9">
              <w:rPr>
                <w:rFonts w:ascii="Times New Roman" w:hAnsi="Times New Roman"/>
                <w:sz w:val="24"/>
                <w:szCs w:val="24"/>
              </w:rPr>
              <w:t>- studiowanie literatury</w:t>
            </w:r>
          </w:p>
          <w:p w14:paraId="3F09E5FF" w14:textId="77777777" w:rsidR="00D95DAA" w:rsidRDefault="00D95DA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zajęć</w:t>
            </w:r>
          </w:p>
          <w:p w14:paraId="0D0B76FE" w14:textId="3AAC926D" w:rsidR="00D95DAA" w:rsidRPr="00A554C9" w:rsidRDefault="00D95DA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kolokwium</w:t>
            </w:r>
          </w:p>
        </w:tc>
        <w:tc>
          <w:tcPr>
            <w:tcW w:w="3537" w:type="dxa"/>
          </w:tcPr>
          <w:p w14:paraId="41B02B2F" w14:textId="77777777" w:rsidR="00343B2C" w:rsidRPr="00A554C9" w:rsidRDefault="00343B2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757FDF" w14:textId="5E3F3CFE" w:rsidR="00343B2C" w:rsidRDefault="001567B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97DA0" w:rsidRPr="00A554C9"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0E019007" w14:textId="2A2566ED" w:rsidR="00D95DAA" w:rsidRPr="00A554C9" w:rsidRDefault="001567B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1CB740AA" w14:textId="6A23AE41" w:rsidR="00343B2C" w:rsidRPr="00A554C9" w:rsidRDefault="001567B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43B2C" w:rsidRPr="00A554C9" w14:paraId="2A80CFB1" w14:textId="77777777" w:rsidTr="00AB3DA8">
        <w:tc>
          <w:tcPr>
            <w:tcW w:w="5983" w:type="dxa"/>
          </w:tcPr>
          <w:p w14:paraId="3D4CB439" w14:textId="77777777" w:rsidR="00343B2C" w:rsidRPr="00A554C9" w:rsidRDefault="00B97DA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54C9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3537" w:type="dxa"/>
          </w:tcPr>
          <w:p w14:paraId="42AAB8D0" w14:textId="7CD6F96A" w:rsidR="00343B2C" w:rsidRPr="00A554C9" w:rsidRDefault="001567B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343B2C" w:rsidRPr="00A554C9" w14:paraId="4C01B181" w14:textId="77777777" w:rsidTr="00AB3DA8">
        <w:tc>
          <w:tcPr>
            <w:tcW w:w="5983" w:type="dxa"/>
          </w:tcPr>
          <w:p w14:paraId="2AAC81C2" w14:textId="77777777" w:rsidR="00343B2C" w:rsidRPr="00A554C9" w:rsidRDefault="00B97DA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554C9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37" w:type="dxa"/>
          </w:tcPr>
          <w:p w14:paraId="36FABBC1" w14:textId="0BE740F2" w:rsidR="00343B2C" w:rsidRPr="00A554C9" w:rsidRDefault="001567B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78038C42" w14:textId="77777777" w:rsidR="00343B2C" w:rsidRPr="00A554C9" w:rsidRDefault="00B97DA0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A554C9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B28BD7B" w14:textId="77777777" w:rsidR="00343B2C" w:rsidRPr="00A554C9" w:rsidRDefault="00343B2C">
      <w:pPr>
        <w:pStyle w:val="Punktygwne"/>
        <w:spacing w:before="0" w:after="0"/>
        <w:rPr>
          <w:b w:val="0"/>
          <w:smallCaps w:val="0"/>
          <w:szCs w:val="24"/>
        </w:rPr>
      </w:pPr>
    </w:p>
    <w:p w14:paraId="24F9FB1E" w14:textId="77777777" w:rsidR="00343B2C" w:rsidRPr="00A554C9" w:rsidRDefault="00B97DA0">
      <w:pPr>
        <w:pStyle w:val="Punktygwne"/>
        <w:spacing w:before="0" w:after="0"/>
        <w:rPr>
          <w:smallCaps w:val="0"/>
          <w:szCs w:val="24"/>
        </w:rPr>
      </w:pPr>
      <w:r w:rsidRPr="00A554C9">
        <w:rPr>
          <w:smallCaps w:val="0"/>
          <w:szCs w:val="24"/>
        </w:rPr>
        <w:t>6. PRAKTYKI ZAWODOWE W RAMACH PRZEDMIOTU</w:t>
      </w:r>
    </w:p>
    <w:p w14:paraId="252362CD" w14:textId="77777777" w:rsidR="00343B2C" w:rsidRPr="00A554C9" w:rsidRDefault="00343B2C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43B2C" w:rsidRPr="00A554C9" w14:paraId="34BB1654" w14:textId="77777777">
        <w:trPr>
          <w:trHeight w:val="397"/>
        </w:trPr>
        <w:tc>
          <w:tcPr>
            <w:tcW w:w="3544" w:type="dxa"/>
          </w:tcPr>
          <w:p w14:paraId="59920F17" w14:textId="77777777" w:rsidR="00343B2C" w:rsidRPr="00A554C9" w:rsidRDefault="00B97DA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359BD2C" w14:textId="77777777" w:rsidR="00343B2C" w:rsidRPr="00A554C9" w:rsidRDefault="00B97DA0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A554C9">
              <w:rPr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43B2C" w:rsidRPr="00A554C9" w14:paraId="44CFCD8E" w14:textId="77777777">
        <w:trPr>
          <w:trHeight w:val="397"/>
        </w:trPr>
        <w:tc>
          <w:tcPr>
            <w:tcW w:w="3544" w:type="dxa"/>
          </w:tcPr>
          <w:p w14:paraId="08546A16" w14:textId="77777777" w:rsidR="00343B2C" w:rsidRPr="00A554C9" w:rsidRDefault="00B97DA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76921B" w14:textId="77777777" w:rsidR="00343B2C" w:rsidRPr="00A554C9" w:rsidRDefault="00B97DA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>-</w:t>
            </w:r>
          </w:p>
        </w:tc>
      </w:tr>
    </w:tbl>
    <w:p w14:paraId="730D9FD1" w14:textId="77777777" w:rsidR="00343B2C" w:rsidRPr="00A554C9" w:rsidRDefault="00343B2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CB90FF5" w14:textId="77777777" w:rsidR="00343B2C" w:rsidRPr="00A554C9" w:rsidRDefault="00B97DA0">
      <w:pPr>
        <w:pStyle w:val="Punktygwne"/>
        <w:spacing w:before="0" w:after="0"/>
        <w:rPr>
          <w:smallCaps w:val="0"/>
          <w:szCs w:val="24"/>
        </w:rPr>
      </w:pPr>
      <w:r w:rsidRPr="00A554C9">
        <w:rPr>
          <w:smallCaps w:val="0"/>
          <w:szCs w:val="24"/>
        </w:rPr>
        <w:t xml:space="preserve">7. LITERATURA </w:t>
      </w:r>
    </w:p>
    <w:p w14:paraId="12A60DBD" w14:textId="77777777" w:rsidR="00343B2C" w:rsidRPr="00A554C9" w:rsidRDefault="00343B2C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43B2C" w:rsidRPr="00A554C9" w14:paraId="2DC0A987" w14:textId="77777777" w:rsidTr="00A554C9">
        <w:trPr>
          <w:trHeight w:val="397"/>
        </w:trPr>
        <w:tc>
          <w:tcPr>
            <w:tcW w:w="5000" w:type="pct"/>
          </w:tcPr>
          <w:p w14:paraId="0769B626" w14:textId="60DD5C9A" w:rsidR="00343B2C" w:rsidRPr="00AB3DA8" w:rsidRDefault="00B97DA0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AB3DA8">
              <w:rPr>
                <w:bCs/>
                <w:smallCaps w:val="0"/>
                <w:szCs w:val="24"/>
              </w:rPr>
              <w:t>Literatura podstawowa:</w:t>
            </w:r>
            <w:r w:rsidR="00EE13AB" w:rsidRPr="00AB3DA8">
              <w:rPr>
                <w:bCs/>
                <w:smallCaps w:val="0"/>
                <w:szCs w:val="24"/>
              </w:rPr>
              <w:br/>
            </w:r>
          </w:p>
          <w:p w14:paraId="7D7D82E7" w14:textId="2DBCC1CD" w:rsidR="00343B2C" w:rsidRPr="00A554C9" w:rsidRDefault="00B97DA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>Attwod T.</w:t>
            </w:r>
            <w:r w:rsidR="00E6612D" w:rsidRPr="00A554C9">
              <w:rPr>
                <w:b w:val="0"/>
                <w:smallCaps w:val="0"/>
                <w:szCs w:val="24"/>
              </w:rPr>
              <w:t xml:space="preserve"> (1998).</w:t>
            </w:r>
            <w:r w:rsidR="00D95DAA">
              <w:rPr>
                <w:b w:val="0"/>
                <w:smallCaps w:val="0"/>
                <w:szCs w:val="24"/>
              </w:rPr>
              <w:t xml:space="preserve"> </w:t>
            </w:r>
            <w:r w:rsidRPr="001E391C">
              <w:rPr>
                <w:b w:val="0"/>
                <w:i/>
                <w:iCs/>
                <w:smallCaps w:val="0"/>
                <w:szCs w:val="24"/>
              </w:rPr>
              <w:t>Zespół Aspergera</w:t>
            </w:r>
            <w:r w:rsidR="00E6612D" w:rsidRPr="00A554C9">
              <w:rPr>
                <w:b w:val="0"/>
                <w:smallCaps w:val="0"/>
                <w:szCs w:val="24"/>
              </w:rPr>
              <w:t>.</w:t>
            </w:r>
            <w:r w:rsidRPr="00A554C9">
              <w:rPr>
                <w:b w:val="0"/>
                <w:smallCaps w:val="0"/>
                <w:szCs w:val="24"/>
              </w:rPr>
              <w:t xml:space="preserve"> </w:t>
            </w:r>
            <w:r w:rsidR="00FB057B" w:rsidRPr="00A554C9">
              <w:rPr>
                <w:b w:val="0"/>
                <w:smallCaps w:val="0"/>
                <w:szCs w:val="24"/>
              </w:rPr>
              <w:t>Poznań: Wydawnictwo Harmonia</w:t>
            </w:r>
            <w:r w:rsidR="00EE13AB" w:rsidRPr="00A554C9">
              <w:rPr>
                <w:b w:val="0"/>
                <w:smallCaps w:val="0"/>
                <w:szCs w:val="24"/>
              </w:rPr>
              <w:t>.</w:t>
            </w:r>
          </w:p>
          <w:p w14:paraId="5313D379" w14:textId="306F026C" w:rsidR="00343B2C" w:rsidRPr="00A554C9" w:rsidRDefault="0000000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hyperlink r:id="rId8" w:history="1">
              <w:r w:rsidR="00B97DA0" w:rsidRPr="00A554C9">
                <w:rPr>
                  <w:b w:val="0"/>
                  <w:smallCaps w:val="0"/>
                  <w:szCs w:val="24"/>
                </w:rPr>
                <w:t>Hendrickx S</w:t>
              </w:r>
            </w:hyperlink>
            <w:r w:rsidR="00EE13AB" w:rsidRPr="00A554C9">
              <w:rPr>
                <w:b w:val="0"/>
                <w:smallCaps w:val="0"/>
                <w:szCs w:val="24"/>
              </w:rPr>
              <w:t>.</w:t>
            </w:r>
            <w:r w:rsidR="00FB057B" w:rsidRPr="00A554C9">
              <w:rPr>
                <w:b w:val="0"/>
                <w:smallCaps w:val="0"/>
                <w:szCs w:val="24"/>
              </w:rPr>
              <w:t xml:space="preserve">(2018). </w:t>
            </w:r>
            <w:r w:rsidR="00B97DA0" w:rsidRPr="001E391C">
              <w:rPr>
                <w:b w:val="0"/>
                <w:i/>
                <w:iCs/>
                <w:smallCaps w:val="0"/>
                <w:szCs w:val="24"/>
              </w:rPr>
              <w:t>Kobiety i dziewczyny ze spektrum autyzmu. Od wczesnego dzieciństwa do późnej starości</w:t>
            </w:r>
            <w:r w:rsidR="00EE13AB" w:rsidRPr="00A554C9">
              <w:rPr>
                <w:b w:val="0"/>
                <w:smallCaps w:val="0"/>
                <w:szCs w:val="24"/>
              </w:rPr>
              <w:t>.</w:t>
            </w:r>
            <w:r w:rsidR="00FB057B" w:rsidRPr="00A554C9">
              <w:rPr>
                <w:b w:val="0"/>
                <w:smallCaps w:val="0"/>
                <w:szCs w:val="24"/>
              </w:rPr>
              <w:t xml:space="preserve"> </w:t>
            </w:r>
            <w:r w:rsidR="0046362A" w:rsidRPr="00A554C9">
              <w:rPr>
                <w:b w:val="0"/>
                <w:smallCaps w:val="0"/>
                <w:szCs w:val="24"/>
              </w:rPr>
              <w:t>Kraków: Wydawnictwo Uniwersytetu Jagiellońskiego.</w:t>
            </w:r>
          </w:p>
          <w:p w14:paraId="3AA4B707" w14:textId="385071E1" w:rsidR="00343B2C" w:rsidRDefault="00B97DA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>Furgał E.</w:t>
            </w:r>
            <w:r w:rsidR="008B3FDC" w:rsidRPr="00A554C9">
              <w:rPr>
                <w:b w:val="0"/>
                <w:smallCaps w:val="0"/>
                <w:szCs w:val="24"/>
              </w:rPr>
              <w:t xml:space="preserve">(2022). </w:t>
            </w:r>
            <w:r w:rsidRPr="001E391C">
              <w:rPr>
                <w:b w:val="0"/>
                <w:i/>
                <w:iCs/>
                <w:smallCaps w:val="0"/>
                <w:szCs w:val="24"/>
              </w:rPr>
              <w:t>Dziewczyna w spectrum</w:t>
            </w:r>
            <w:r w:rsidR="008B3FDC" w:rsidRPr="00A554C9">
              <w:rPr>
                <w:b w:val="0"/>
                <w:smallCaps w:val="0"/>
                <w:szCs w:val="24"/>
              </w:rPr>
              <w:t xml:space="preserve">. </w:t>
            </w:r>
            <w:r w:rsidR="001326E0" w:rsidRPr="00A554C9">
              <w:rPr>
                <w:b w:val="0"/>
                <w:smallCaps w:val="0"/>
                <w:szCs w:val="24"/>
              </w:rPr>
              <w:t>Ożarów Mazowiecki: Wydawnictwo Linia.</w:t>
            </w:r>
          </w:p>
          <w:p w14:paraId="012D8BB3" w14:textId="026E425C" w:rsidR="0013773C" w:rsidRPr="00A554C9" w:rsidRDefault="0013773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3773C">
              <w:rPr>
                <w:b w:val="0"/>
                <w:smallCaps w:val="0"/>
                <w:szCs w:val="24"/>
              </w:rPr>
              <w:t xml:space="preserve">Płatos, M. (red.) (2016) </w:t>
            </w:r>
            <w:r w:rsidRPr="001E391C">
              <w:rPr>
                <w:b w:val="0"/>
                <w:i/>
                <w:iCs/>
                <w:smallCaps w:val="0"/>
                <w:szCs w:val="24"/>
              </w:rPr>
              <w:t>Ogólnopolski Spis Autyzmu. Sytuacja młodzieży i dorosłych z autyzmem w Polsce</w:t>
            </w:r>
            <w:r w:rsidRPr="0013773C">
              <w:rPr>
                <w:b w:val="0"/>
                <w:smallCaps w:val="0"/>
                <w:szCs w:val="24"/>
              </w:rPr>
              <w:t>. Warszawa: Stowarzyszenie Innowacji Społecznych „Mary i Max”.</w:t>
            </w:r>
          </w:p>
          <w:p w14:paraId="5C0E5ADD" w14:textId="77777777" w:rsidR="00343B2C" w:rsidRPr="00A554C9" w:rsidRDefault="00343B2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343B2C" w:rsidRPr="00A554C9" w14:paraId="1E0B57E0" w14:textId="77777777" w:rsidTr="00A554C9">
        <w:trPr>
          <w:trHeight w:val="397"/>
        </w:trPr>
        <w:tc>
          <w:tcPr>
            <w:tcW w:w="5000" w:type="pct"/>
          </w:tcPr>
          <w:p w14:paraId="7776FF45" w14:textId="273667A6" w:rsidR="00187F31" w:rsidRPr="00AB3DA8" w:rsidRDefault="00B97DA0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AB3DA8">
              <w:rPr>
                <w:bCs/>
                <w:smallCaps w:val="0"/>
                <w:szCs w:val="24"/>
              </w:rPr>
              <w:t xml:space="preserve">Literatura uzupełniająca: </w:t>
            </w:r>
            <w:r w:rsidR="00EE13AB" w:rsidRPr="00AB3DA8">
              <w:rPr>
                <w:bCs/>
                <w:smallCaps w:val="0"/>
                <w:szCs w:val="24"/>
              </w:rPr>
              <w:br/>
            </w:r>
          </w:p>
          <w:p w14:paraId="53346055" w14:textId="43107AD6" w:rsidR="00343B2C" w:rsidRPr="00A554C9" w:rsidRDefault="00B97DA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>Janiakowie W</w:t>
            </w:r>
            <w:r w:rsidR="00A24A46" w:rsidRPr="00A554C9">
              <w:rPr>
                <w:b w:val="0"/>
                <w:smallCaps w:val="0"/>
                <w:szCs w:val="24"/>
              </w:rPr>
              <w:t>.</w:t>
            </w:r>
            <w:r w:rsidRPr="00A554C9">
              <w:rPr>
                <w:b w:val="0"/>
                <w:smallCaps w:val="0"/>
                <w:szCs w:val="24"/>
              </w:rPr>
              <w:t xml:space="preserve"> i J.</w:t>
            </w:r>
            <w:r w:rsidR="00F5128F" w:rsidRPr="00A554C9">
              <w:rPr>
                <w:b w:val="0"/>
                <w:smallCaps w:val="0"/>
                <w:szCs w:val="24"/>
              </w:rPr>
              <w:t xml:space="preserve"> (2021). </w:t>
            </w:r>
            <w:r w:rsidRPr="001E391C">
              <w:rPr>
                <w:b w:val="0"/>
                <w:i/>
                <w:iCs/>
                <w:smallCaps w:val="0"/>
                <w:szCs w:val="24"/>
              </w:rPr>
              <w:t>Książka o człowieku w spektrum autyzmu</w:t>
            </w:r>
            <w:r w:rsidR="00F5128F" w:rsidRPr="00A554C9">
              <w:rPr>
                <w:b w:val="0"/>
                <w:smallCaps w:val="0"/>
                <w:szCs w:val="24"/>
              </w:rPr>
              <w:t>.</w:t>
            </w:r>
            <w:r w:rsidR="00E24F97" w:rsidRPr="00A554C9">
              <w:rPr>
                <w:b w:val="0"/>
                <w:smallCaps w:val="0"/>
                <w:szCs w:val="24"/>
              </w:rPr>
              <w:t xml:space="preserve"> Szczecin: Wydawnictwo Natuli.</w:t>
            </w:r>
          </w:p>
          <w:p w14:paraId="1B6070E0" w14:textId="4F5CD463" w:rsidR="00343B2C" w:rsidRPr="00A554C9" w:rsidRDefault="00B97DA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54C9">
              <w:rPr>
                <w:b w:val="0"/>
                <w:smallCaps w:val="0"/>
                <w:szCs w:val="24"/>
              </w:rPr>
              <w:t>Młynarska M.</w:t>
            </w:r>
            <w:r w:rsidR="00E24F97" w:rsidRPr="00A554C9">
              <w:rPr>
                <w:b w:val="0"/>
                <w:smallCaps w:val="0"/>
                <w:szCs w:val="24"/>
              </w:rPr>
              <w:t xml:space="preserve"> (2008). </w:t>
            </w:r>
            <w:r w:rsidRPr="001E391C">
              <w:rPr>
                <w:b w:val="0"/>
                <w:i/>
                <w:iCs/>
                <w:smallCaps w:val="0"/>
                <w:szCs w:val="24"/>
              </w:rPr>
              <w:t>Autyzm w ujęciu psycholingwistycznym</w:t>
            </w:r>
            <w:r w:rsidR="00E24F97" w:rsidRPr="00A554C9">
              <w:rPr>
                <w:b w:val="0"/>
                <w:smallCaps w:val="0"/>
                <w:szCs w:val="24"/>
              </w:rPr>
              <w:t>.</w:t>
            </w:r>
            <w:r w:rsidRPr="00A554C9">
              <w:rPr>
                <w:b w:val="0"/>
                <w:smallCaps w:val="0"/>
                <w:szCs w:val="24"/>
              </w:rPr>
              <w:t xml:space="preserve"> Wrocław</w:t>
            </w:r>
            <w:r w:rsidR="00E24F97" w:rsidRPr="00A554C9">
              <w:rPr>
                <w:b w:val="0"/>
                <w:smallCaps w:val="0"/>
                <w:szCs w:val="24"/>
              </w:rPr>
              <w:t>: Wydawnictwo Uniwersytetu Wrocławskiego</w:t>
            </w:r>
            <w:r w:rsidR="00EE13AB" w:rsidRPr="00A554C9">
              <w:rPr>
                <w:b w:val="0"/>
                <w:smallCaps w:val="0"/>
                <w:szCs w:val="24"/>
              </w:rPr>
              <w:t>.</w:t>
            </w:r>
          </w:p>
          <w:p w14:paraId="5DD70C9A" w14:textId="77777777" w:rsidR="00343B2C" w:rsidRPr="00A554C9" w:rsidRDefault="00343B2C">
            <w:pPr>
              <w:pStyle w:val="Punktygwne"/>
              <w:spacing w:before="0" w:after="0"/>
              <w:rPr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436DD61" w14:textId="77777777" w:rsidR="00343B2C" w:rsidRPr="00A554C9" w:rsidRDefault="00343B2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7D7A423" w14:textId="77777777" w:rsidR="00343B2C" w:rsidRPr="00A554C9" w:rsidRDefault="00343B2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6C09AA5" w14:textId="77777777" w:rsidR="00343B2C" w:rsidRPr="00A554C9" w:rsidRDefault="00B97DA0">
      <w:pPr>
        <w:pStyle w:val="Punktygwne"/>
        <w:spacing w:before="0" w:after="0"/>
        <w:ind w:left="360"/>
        <w:rPr>
          <w:szCs w:val="24"/>
        </w:rPr>
      </w:pPr>
      <w:r w:rsidRPr="00A554C9">
        <w:rPr>
          <w:b w:val="0"/>
          <w:smallCaps w:val="0"/>
          <w:szCs w:val="24"/>
        </w:rPr>
        <w:t>Akceptacja Kierownika Jednostki lub osoby upoważnionej</w:t>
      </w:r>
    </w:p>
    <w:sectPr w:rsidR="00343B2C" w:rsidRPr="00A554C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D99FF" w14:textId="77777777" w:rsidR="001911FE" w:rsidRDefault="001911FE">
      <w:pPr>
        <w:spacing w:line="240" w:lineRule="auto"/>
      </w:pPr>
      <w:r>
        <w:separator/>
      </w:r>
    </w:p>
  </w:endnote>
  <w:endnote w:type="continuationSeparator" w:id="0">
    <w:p w14:paraId="381A8F89" w14:textId="77777777" w:rsidR="001911FE" w:rsidRDefault="001911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14E99" w14:textId="77777777" w:rsidR="001911FE" w:rsidRDefault="001911FE">
      <w:pPr>
        <w:spacing w:after="0"/>
      </w:pPr>
      <w:r>
        <w:separator/>
      </w:r>
    </w:p>
  </w:footnote>
  <w:footnote w:type="continuationSeparator" w:id="0">
    <w:p w14:paraId="71F9214C" w14:textId="77777777" w:rsidR="001911FE" w:rsidRDefault="001911FE">
      <w:pPr>
        <w:spacing w:after="0"/>
      </w:pPr>
      <w:r>
        <w:continuationSeparator/>
      </w:r>
    </w:p>
  </w:footnote>
  <w:footnote w:id="1">
    <w:p w14:paraId="00203E53" w14:textId="77777777" w:rsidR="00343B2C" w:rsidRDefault="00B97D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multilevel"/>
    <w:tmpl w:val="1B802A9A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9565CF"/>
    <w:multiLevelType w:val="multilevel"/>
    <w:tmpl w:val="709565C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710015">
    <w:abstractNumId w:val="0"/>
  </w:num>
  <w:num w:numId="2" w16cid:durableId="2319641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57FB"/>
    <w:rsid w:val="00077E3C"/>
    <w:rsid w:val="00084C12"/>
    <w:rsid w:val="0009462C"/>
    <w:rsid w:val="00094B12"/>
    <w:rsid w:val="00096C46"/>
    <w:rsid w:val="000A0CDB"/>
    <w:rsid w:val="000A296F"/>
    <w:rsid w:val="000A2A28"/>
    <w:rsid w:val="000A3CDF"/>
    <w:rsid w:val="000B192D"/>
    <w:rsid w:val="000B28EE"/>
    <w:rsid w:val="000B3B8F"/>
    <w:rsid w:val="000B3E37"/>
    <w:rsid w:val="000C1CEF"/>
    <w:rsid w:val="000D04B0"/>
    <w:rsid w:val="000F1C57"/>
    <w:rsid w:val="000F5615"/>
    <w:rsid w:val="00101D8F"/>
    <w:rsid w:val="00124BFF"/>
    <w:rsid w:val="0012560E"/>
    <w:rsid w:val="00127108"/>
    <w:rsid w:val="001326E0"/>
    <w:rsid w:val="00134B13"/>
    <w:rsid w:val="0013773C"/>
    <w:rsid w:val="00146BC0"/>
    <w:rsid w:val="001513E9"/>
    <w:rsid w:val="00153C41"/>
    <w:rsid w:val="00154381"/>
    <w:rsid w:val="001567B9"/>
    <w:rsid w:val="001640A7"/>
    <w:rsid w:val="00164FA7"/>
    <w:rsid w:val="00166A03"/>
    <w:rsid w:val="001718A7"/>
    <w:rsid w:val="00172E25"/>
    <w:rsid w:val="001737CF"/>
    <w:rsid w:val="00176083"/>
    <w:rsid w:val="00186621"/>
    <w:rsid w:val="00187F31"/>
    <w:rsid w:val="001911FE"/>
    <w:rsid w:val="00192F37"/>
    <w:rsid w:val="001A70D2"/>
    <w:rsid w:val="001C427C"/>
    <w:rsid w:val="001D657B"/>
    <w:rsid w:val="001D7B54"/>
    <w:rsid w:val="001E0209"/>
    <w:rsid w:val="001E391C"/>
    <w:rsid w:val="001F2CA2"/>
    <w:rsid w:val="002144C0"/>
    <w:rsid w:val="0022477D"/>
    <w:rsid w:val="002278A9"/>
    <w:rsid w:val="002336F9"/>
    <w:rsid w:val="0023656B"/>
    <w:rsid w:val="0024028F"/>
    <w:rsid w:val="00244ABC"/>
    <w:rsid w:val="002775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ED2"/>
    <w:rsid w:val="002D73D4"/>
    <w:rsid w:val="002F02A3"/>
    <w:rsid w:val="002F4ABE"/>
    <w:rsid w:val="003018BA"/>
    <w:rsid w:val="0030395F"/>
    <w:rsid w:val="00305C92"/>
    <w:rsid w:val="003151C5"/>
    <w:rsid w:val="003343CF"/>
    <w:rsid w:val="00343B2C"/>
    <w:rsid w:val="00346FE9"/>
    <w:rsid w:val="0034759A"/>
    <w:rsid w:val="003503F6"/>
    <w:rsid w:val="003530DD"/>
    <w:rsid w:val="00363F78"/>
    <w:rsid w:val="00380F28"/>
    <w:rsid w:val="003A0A5B"/>
    <w:rsid w:val="003A1176"/>
    <w:rsid w:val="003A3A10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362A"/>
    <w:rsid w:val="004652C2"/>
    <w:rsid w:val="004706D1"/>
    <w:rsid w:val="00471326"/>
    <w:rsid w:val="004722E1"/>
    <w:rsid w:val="00473AE0"/>
    <w:rsid w:val="0047598D"/>
    <w:rsid w:val="004840FD"/>
    <w:rsid w:val="00490F7D"/>
    <w:rsid w:val="00491678"/>
    <w:rsid w:val="004968E2"/>
    <w:rsid w:val="004A3EEA"/>
    <w:rsid w:val="004A4D1F"/>
    <w:rsid w:val="004D1B3C"/>
    <w:rsid w:val="004D5282"/>
    <w:rsid w:val="004E29B6"/>
    <w:rsid w:val="004F031F"/>
    <w:rsid w:val="004F1551"/>
    <w:rsid w:val="004F55A3"/>
    <w:rsid w:val="004F5F5D"/>
    <w:rsid w:val="004F5FA8"/>
    <w:rsid w:val="0050496F"/>
    <w:rsid w:val="00513B6F"/>
    <w:rsid w:val="00517C63"/>
    <w:rsid w:val="005363C4"/>
    <w:rsid w:val="00536BDE"/>
    <w:rsid w:val="00542D80"/>
    <w:rsid w:val="00543ACC"/>
    <w:rsid w:val="00545558"/>
    <w:rsid w:val="005508F8"/>
    <w:rsid w:val="0056696D"/>
    <w:rsid w:val="00583FEC"/>
    <w:rsid w:val="00586EE2"/>
    <w:rsid w:val="0059484D"/>
    <w:rsid w:val="005A0855"/>
    <w:rsid w:val="005A133C"/>
    <w:rsid w:val="005A3196"/>
    <w:rsid w:val="005C080F"/>
    <w:rsid w:val="005C55E5"/>
    <w:rsid w:val="005C696A"/>
    <w:rsid w:val="005D0E05"/>
    <w:rsid w:val="005E6E85"/>
    <w:rsid w:val="005F31D2"/>
    <w:rsid w:val="0061029B"/>
    <w:rsid w:val="00617230"/>
    <w:rsid w:val="00621CE1"/>
    <w:rsid w:val="006225F2"/>
    <w:rsid w:val="00627FC9"/>
    <w:rsid w:val="00647FA8"/>
    <w:rsid w:val="0065071F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496"/>
    <w:rsid w:val="00702CEF"/>
    <w:rsid w:val="00706544"/>
    <w:rsid w:val="007072BA"/>
    <w:rsid w:val="00711358"/>
    <w:rsid w:val="0071620A"/>
    <w:rsid w:val="00723222"/>
    <w:rsid w:val="00724677"/>
    <w:rsid w:val="00725459"/>
    <w:rsid w:val="007327BD"/>
    <w:rsid w:val="00734608"/>
    <w:rsid w:val="00734FDE"/>
    <w:rsid w:val="00740795"/>
    <w:rsid w:val="00745302"/>
    <w:rsid w:val="007461D6"/>
    <w:rsid w:val="00746EC8"/>
    <w:rsid w:val="00763BF1"/>
    <w:rsid w:val="00766FD4"/>
    <w:rsid w:val="00774C65"/>
    <w:rsid w:val="0078168C"/>
    <w:rsid w:val="007871CF"/>
    <w:rsid w:val="00787C2A"/>
    <w:rsid w:val="00790073"/>
    <w:rsid w:val="00790E27"/>
    <w:rsid w:val="007A4022"/>
    <w:rsid w:val="007A6E6E"/>
    <w:rsid w:val="007C3299"/>
    <w:rsid w:val="007C3BCC"/>
    <w:rsid w:val="007C4546"/>
    <w:rsid w:val="007D6E56"/>
    <w:rsid w:val="007E7814"/>
    <w:rsid w:val="007F4155"/>
    <w:rsid w:val="00812F6A"/>
    <w:rsid w:val="00813F54"/>
    <w:rsid w:val="0081554D"/>
    <w:rsid w:val="0081707E"/>
    <w:rsid w:val="008449B3"/>
    <w:rsid w:val="008552A2"/>
    <w:rsid w:val="00855A9D"/>
    <w:rsid w:val="0085747A"/>
    <w:rsid w:val="00871CE4"/>
    <w:rsid w:val="00875772"/>
    <w:rsid w:val="00884922"/>
    <w:rsid w:val="00885F64"/>
    <w:rsid w:val="008917F9"/>
    <w:rsid w:val="008A45F7"/>
    <w:rsid w:val="008B3FDC"/>
    <w:rsid w:val="008C0CC0"/>
    <w:rsid w:val="008C19A9"/>
    <w:rsid w:val="008C22BD"/>
    <w:rsid w:val="008C379D"/>
    <w:rsid w:val="008C5147"/>
    <w:rsid w:val="008C5359"/>
    <w:rsid w:val="008C5363"/>
    <w:rsid w:val="008D3DFB"/>
    <w:rsid w:val="008E64F4"/>
    <w:rsid w:val="008F12C9"/>
    <w:rsid w:val="008F6E29"/>
    <w:rsid w:val="00911BD2"/>
    <w:rsid w:val="00913356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206B"/>
    <w:rsid w:val="009F3C5C"/>
    <w:rsid w:val="009F4610"/>
    <w:rsid w:val="00A00ECC"/>
    <w:rsid w:val="00A155EE"/>
    <w:rsid w:val="00A2245B"/>
    <w:rsid w:val="00A24A46"/>
    <w:rsid w:val="00A30110"/>
    <w:rsid w:val="00A36899"/>
    <w:rsid w:val="00A371F6"/>
    <w:rsid w:val="00A43BF6"/>
    <w:rsid w:val="00A4518B"/>
    <w:rsid w:val="00A53FA5"/>
    <w:rsid w:val="00A54817"/>
    <w:rsid w:val="00A554C9"/>
    <w:rsid w:val="00A601C8"/>
    <w:rsid w:val="00A60799"/>
    <w:rsid w:val="00A84C85"/>
    <w:rsid w:val="00A97DE1"/>
    <w:rsid w:val="00AA7DB5"/>
    <w:rsid w:val="00AB053C"/>
    <w:rsid w:val="00AB3DA8"/>
    <w:rsid w:val="00AC4BC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DA0"/>
    <w:rsid w:val="00BA42A1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1941"/>
    <w:rsid w:val="00CD4F9D"/>
    <w:rsid w:val="00CD6897"/>
    <w:rsid w:val="00CE125C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44728"/>
    <w:rsid w:val="00D552B2"/>
    <w:rsid w:val="00D608D1"/>
    <w:rsid w:val="00D70646"/>
    <w:rsid w:val="00D74119"/>
    <w:rsid w:val="00D8075B"/>
    <w:rsid w:val="00D8678B"/>
    <w:rsid w:val="00D95DAA"/>
    <w:rsid w:val="00DA2114"/>
    <w:rsid w:val="00DE09C0"/>
    <w:rsid w:val="00DE2D3B"/>
    <w:rsid w:val="00DE4A14"/>
    <w:rsid w:val="00DF320D"/>
    <w:rsid w:val="00DF71C8"/>
    <w:rsid w:val="00E129B8"/>
    <w:rsid w:val="00E21E7D"/>
    <w:rsid w:val="00E22FBC"/>
    <w:rsid w:val="00E24BF5"/>
    <w:rsid w:val="00E24F97"/>
    <w:rsid w:val="00E25338"/>
    <w:rsid w:val="00E51E44"/>
    <w:rsid w:val="00E53717"/>
    <w:rsid w:val="00E63348"/>
    <w:rsid w:val="00E6612D"/>
    <w:rsid w:val="00E742AA"/>
    <w:rsid w:val="00E750E2"/>
    <w:rsid w:val="00E77E88"/>
    <w:rsid w:val="00E80B52"/>
    <w:rsid w:val="00E8107D"/>
    <w:rsid w:val="00E960BB"/>
    <w:rsid w:val="00EA2074"/>
    <w:rsid w:val="00EA4832"/>
    <w:rsid w:val="00EA4E9D"/>
    <w:rsid w:val="00EB1027"/>
    <w:rsid w:val="00EB17C6"/>
    <w:rsid w:val="00EB2712"/>
    <w:rsid w:val="00EC4899"/>
    <w:rsid w:val="00ED03AB"/>
    <w:rsid w:val="00ED32D2"/>
    <w:rsid w:val="00EE13AB"/>
    <w:rsid w:val="00EE32DE"/>
    <w:rsid w:val="00EE5457"/>
    <w:rsid w:val="00EE6C4F"/>
    <w:rsid w:val="00F070AB"/>
    <w:rsid w:val="00F0713A"/>
    <w:rsid w:val="00F17567"/>
    <w:rsid w:val="00F20C32"/>
    <w:rsid w:val="00F27A7B"/>
    <w:rsid w:val="00F5128F"/>
    <w:rsid w:val="00F526AF"/>
    <w:rsid w:val="00F617C3"/>
    <w:rsid w:val="00F7066B"/>
    <w:rsid w:val="00F83B28"/>
    <w:rsid w:val="00F85EDF"/>
    <w:rsid w:val="00F9531D"/>
    <w:rsid w:val="00F974DA"/>
    <w:rsid w:val="00FA46E5"/>
    <w:rsid w:val="00FB057B"/>
    <w:rsid w:val="00FB7DBA"/>
    <w:rsid w:val="00FC1C25"/>
    <w:rsid w:val="00FC3F45"/>
    <w:rsid w:val="00FD503F"/>
    <w:rsid w:val="00FD5FDB"/>
    <w:rsid w:val="00FD7589"/>
    <w:rsid w:val="00FD76B5"/>
    <w:rsid w:val="00FF016A"/>
    <w:rsid w:val="00FF0950"/>
    <w:rsid w:val="00FF1401"/>
    <w:rsid w:val="00FF5E7D"/>
    <w:rsid w:val="04A35C08"/>
    <w:rsid w:val="1641296B"/>
    <w:rsid w:val="2202318C"/>
    <w:rsid w:val="301F63C8"/>
    <w:rsid w:val="4D19039E"/>
    <w:rsid w:val="51F3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1550F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next w:val="Norma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qFormat/>
    <w:rPr>
      <w:color w:val="0000FF"/>
      <w:u w:val="single"/>
    </w:rPr>
  </w:style>
  <w:style w:type="character" w:styleId="Numerstrony">
    <w:name w:val="page number"/>
    <w:basedOn w:val="Domylnaczcionkaakapitu"/>
    <w:semiHidden/>
  </w:style>
  <w:style w:type="table" w:styleId="Tabela-Siatka">
    <w:name w:val="Table Grid"/>
    <w:basedOn w:val="Standardowy"/>
    <w:uiPriority w:val="59"/>
    <w:qFormat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ytuZnak">
    <w:name w:val="Tytuł Znak"/>
    <w:link w:val="Tytu"/>
    <w:qFormat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rFonts w:ascii="Calibri" w:hAnsi="Calibri" w:cs="Times New Roman"/>
      <w:sz w:val="20"/>
      <w:szCs w:val="20"/>
    </w:rPr>
  </w:style>
  <w:style w:type="paragraph" w:customStyle="1" w:styleId="Punktygwne">
    <w:name w:val="Punkty główne"/>
    <w:basedOn w:val="Normalny"/>
    <w:qFormat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qFormat/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Poprawka1">
    <w:name w:val="Poprawka1"/>
    <w:hidden/>
    <w:uiPriority w:val="99"/>
    <w:semiHidden/>
    <w:qFormat/>
    <w:rPr>
      <w:rFonts w:ascii="Calibri" w:eastAsia="Calibri" w:hAnsi="Calibri"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Calibri" w:eastAsia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Calibri" w:eastAsia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0A0CD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8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mpik.com/szukaj/produkt?author=hendrickx+sara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16709-3BCE-4DC2-8367-ECFD38842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1115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Gosztyła</cp:lastModifiedBy>
  <cp:revision>3</cp:revision>
  <cp:lastPrinted>2022-12-29T10:17:00Z</cp:lastPrinted>
  <dcterms:created xsi:type="dcterms:W3CDTF">2023-05-31T09:46:00Z</dcterms:created>
  <dcterms:modified xsi:type="dcterms:W3CDTF">2023-05-31T09:48:00Z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1045-11.2.0.11254</vt:lpwstr>
  </property>
  <property fmtid="{D5CDD505-2E9C-101B-9397-08002B2CF9AE}" pid="3" name="ICV">
    <vt:lpwstr>59B93ECDD546406CBC6D2A2E8B7EF859</vt:lpwstr>
  </property>
</Properties>
</file>